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414"/>
        <w:gridCol w:w="4986"/>
        <w:gridCol w:w="5400"/>
      </w:tblGrid>
      <w:tr w:rsidR="00CA200D" w:rsidRPr="00F74444" w:rsidTr="00355CC7">
        <w:trPr>
          <w:cantSplit/>
          <w:trHeight w:val="288"/>
          <w:jc w:val="center"/>
        </w:trPr>
        <w:tc>
          <w:tcPr>
            <w:tcW w:w="5400" w:type="dxa"/>
            <w:gridSpan w:val="2"/>
            <w:shd w:val="clear" w:color="auto" w:fill="auto"/>
          </w:tcPr>
          <w:p w:rsidR="00CA200D" w:rsidRPr="00F74444" w:rsidRDefault="00CA200D" w:rsidP="007A0A25">
            <w:bookmarkStart w:id="0" w:name="_GoBack"/>
            <w:bookmarkEnd w:id="0"/>
            <w:r w:rsidRPr="00FB5F13">
              <w:rPr>
                <w:b/>
              </w:rPr>
              <w:t>Assessment Reason</w:t>
            </w:r>
            <w:r>
              <w:t>: &amp;cltasm12094&amp;</w:t>
            </w:r>
          </w:p>
        </w:tc>
        <w:tc>
          <w:tcPr>
            <w:tcW w:w="5400" w:type="dxa"/>
            <w:shd w:val="clear" w:color="auto" w:fill="auto"/>
          </w:tcPr>
          <w:p w:rsidR="00CA200D" w:rsidRPr="00F74444" w:rsidRDefault="00CA200D" w:rsidP="007A0A25">
            <w:r w:rsidRPr="00CA200D">
              <w:rPr>
                <w:b/>
              </w:rPr>
              <w:t>Date of Service:</w:t>
            </w:r>
            <w:r>
              <w:t xml:space="preserve">   </w:t>
            </w:r>
            <w:r w:rsidRPr="00CA200D">
              <w:rPr>
                <w:rFonts w:cs="Arial"/>
              </w:rPr>
              <w:t>&amp;evefmm&amp;/&amp;evefdd&amp;/&amp;evefyr&amp;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962033" w:rsidP="007A0A25">
            <w:r>
              <w:t>&amp;cltas</w:t>
            </w:r>
            <w:r w:rsidR="0077136F">
              <w:t>m</w:t>
            </w:r>
            <w:r w:rsidR="002B12BD">
              <w:t>nar</w:t>
            </w:r>
            <w:r>
              <w:t>12399&amp;</w:t>
            </w:r>
          </w:p>
          <w:p w:rsidR="00043693" w:rsidRPr="00F74444" w:rsidRDefault="00043693" w:rsidP="007A0A25">
            <w:r>
              <w:t>&amp;cltasmcmt12399&amp;</w:t>
            </w:r>
          </w:p>
        </w:tc>
      </w:tr>
      <w:tr w:rsidR="00316721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6721" w:rsidRDefault="00316721" w:rsidP="007A0A25">
            <w:r>
              <w:rPr>
                <w:b/>
              </w:rPr>
              <w:t>LON:</w:t>
            </w:r>
            <w:r>
              <w:t xml:space="preserve"> &amp;indalgoransa&amp;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5052FB" w:rsidRPr="00962033" w:rsidRDefault="00962033" w:rsidP="00962033">
            <w:pPr>
              <w:jc w:val="center"/>
              <w:rPr>
                <w:b/>
              </w:rPr>
            </w:pPr>
            <w:r w:rsidRPr="00962033">
              <w:rPr>
                <w:b/>
                <w:sz w:val="18"/>
              </w:rPr>
              <w:t>Life Domain Summary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113F0" w:rsidRDefault="00962033" w:rsidP="0077136F">
            <w:r w:rsidRPr="00FB5F13">
              <w:rPr>
                <w:b/>
              </w:rPr>
              <w:t>Physical/Medical:</w:t>
            </w:r>
            <w:r>
              <w:t xml:space="preserve"> &amp;cltasm20001&amp;</w:t>
            </w:r>
            <w:r w:rsidR="0046707E">
              <w:t xml:space="preserve"> </w:t>
            </w:r>
          </w:p>
          <w:p w:rsidR="005052FB" w:rsidRPr="00F74444" w:rsidRDefault="0046707E" w:rsidP="0077136F">
            <w:r>
              <w:t>&amp;cl</w:t>
            </w:r>
            <w:r w:rsidR="002477F1">
              <w:t>tasmcmt20001&amp;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  <w:sz w:val="18"/>
              </w:rPr>
            </w:pPr>
            <w:r w:rsidRPr="00E02CE8">
              <w:rPr>
                <w:b/>
                <w:sz w:val="18"/>
              </w:rPr>
              <w:t>Health Module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1113F0" w:rsidRDefault="00E02CE8" w:rsidP="002B12BD">
            <w:r w:rsidRPr="00FB5F13">
              <w:rPr>
                <w:b/>
              </w:rPr>
              <w:t>C</w:t>
            </w:r>
            <w:r w:rsidR="00CC5472" w:rsidRPr="00FB5F13">
              <w:rPr>
                <w:b/>
              </w:rPr>
              <w:t>oordination of Care:</w:t>
            </w:r>
            <w:r w:rsidR="00CC5472">
              <w:t xml:space="preserve"> &amp;cltasm2545</w:t>
            </w:r>
            <w:r>
              <w:t>&amp; &amp;cltasm2546&amp; &amp;cltasm2547&amp;</w:t>
            </w:r>
            <w:r w:rsidR="0046707E">
              <w:t xml:space="preserve"> </w:t>
            </w:r>
          </w:p>
          <w:p w:rsidR="00E02CE8" w:rsidRPr="00F74444" w:rsidRDefault="002E23E7" w:rsidP="002B12BD">
            <w:r>
              <w:t>&amp;cltasmcmt2545</w:t>
            </w:r>
            <w:r w:rsidR="0046707E">
              <w:t>&amp;</w:t>
            </w:r>
            <w:r w:rsidR="00F26822">
              <w:t xml:space="preserve"> &amp;cltasmcmt2546&amp; </w:t>
            </w:r>
            <w:r>
              <w:t>&amp;cltasmcmt2547&amp;</w:t>
            </w:r>
          </w:p>
        </w:tc>
      </w:tr>
      <w:tr w:rsidR="00E02CE8" w:rsidRPr="00F74444" w:rsidTr="0046707E">
        <w:trPr>
          <w:cantSplit/>
          <w:trHeight w:val="336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1113F0" w:rsidRDefault="00E02CE8" w:rsidP="0077136F">
            <w:r w:rsidRPr="00FB5F13">
              <w:rPr>
                <w:b/>
              </w:rPr>
              <w:t>Medica</w:t>
            </w:r>
            <w:r w:rsidR="002B12BD" w:rsidRPr="00FB5F13">
              <w:rPr>
                <w:b/>
              </w:rPr>
              <w:t>tion Management</w:t>
            </w:r>
            <w:r w:rsidR="002B12BD">
              <w:t>: &amp;cltasm2548&amp; &amp;</w:t>
            </w:r>
            <w:r>
              <w:t>cltasm2549&amp; &amp;cltasm2550&amp;</w:t>
            </w:r>
          </w:p>
          <w:p w:rsidR="002E23E7" w:rsidRPr="00F74444" w:rsidRDefault="002E23E7" w:rsidP="0077136F">
            <w:r>
              <w:t>&amp;cltasmcmt2548</w:t>
            </w:r>
            <w:r w:rsidR="0046707E">
              <w:t>&amp;</w:t>
            </w:r>
            <w:r w:rsidR="00F26822">
              <w:t xml:space="preserve"> &amp;cltasmcmt2549&amp; </w:t>
            </w:r>
            <w:r>
              <w:t>&amp;cltasmcmt2550&amp;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1113F0" w:rsidRDefault="00E02CE8" w:rsidP="0077136F">
            <w:r w:rsidRPr="00FB5F13">
              <w:rPr>
                <w:b/>
              </w:rPr>
              <w:t>Management of Healthcare</w:t>
            </w:r>
            <w:r>
              <w:t>: &amp;cltasm2551&amp; &amp;cltasm2552&amp; &amp;cltasm2553&amp;</w:t>
            </w:r>
          </w:p>
          <w:p w:rsidR="002E23E7" w:rsidRPr="00F74444" w:rsidRDefault="002E23E7" w:rsidP="0077136F">
            <w:r>
              <w:t>&amp;cltasmcmt2551</w:t>
            </w:r>
            <w:r w:rsidR="0046707E">
              <w:t>&amp;</w:t>
            </w:r>
            <w:r w:rsidR="00F26822">
              <w:t xml:space="preserve"> &amp;cltasmcmt2552&amp; </w:t>
            </w:r>
            <w:r>
              <w:t>&amp;cltasmcmt2553&amp;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113F0" w:rsidRDefault="00962033" w:rsidP="0077136F">
            <w:r w:rsidRPr="00FB5F13">
              <w:rPr>
                <w:b/>
              </w:rPr>
              <w:t>Family Functioning</w:t>
            </w:r>
            <w:r w:rsidRPr="00962033">
              <w:t>:</w:t>
            </w:r>
            <w:r w:rsidR="00E02CE8">
              <w:t xml:space="preserve"> &amp;cltasm20002&amp;</w:t>
            </w:r>
            <w:r w:rsidR="0046707E">
              <w:t xml:space="preserve"> </w:t>
            </w:r>
          </w:p>
          <w:p w:rsidR="005052FB" w:rsidRPr="00F74444" w:rsidRDefault="0046707E" w:rsidP="0077136F">
            <w:r>
              <w:t>&amp;cltasmcmt20002&amp;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113F0" w:rsidRDefault="00E02CE8" w:rsidP="0077136F">
            <w:r w:rsidRPr="00FB5F13">
              <w:rPr>
                <w:b/>
              </w:rPr>
              <w:t>Employment:</w:t>
            </w:r>
            <w:r>
              <w:t xml:space="preserve"> &amp;cltasm20003&amp;</w:t>
            </w:r>
            <w:r w:rsidR="0046707E">
              <w:t xml:space="preserve"> </w:t>
            </w:r>
          </w:p>
          <w:p w:rsidR="005052FB" w:rsidRPr="00F74444" w:rsidRDefault="0046707E" w:rsidP="0077136F">
            <w:r>
              <w:t>&amp;cltasmcmt20003&amp;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  <w:sz w:val="18"/>
              </w:rPr>
            </w:pPr>
            <w:r w:rsidRPr="00E02CE8">
              <w:rPr>
                <w:b/>
                <w:sz w:val="18"/>
              </w:rPr>
              <w:t>Employment/Career Module</w:t>
            </w:r>
          </w:p>
        </w:tc>
      </w:tr>
      <w:tr w:rsidR="00E02CE8" w:rsidRPr="00F74444" w:rsidTr="00FB3099">
        <w:trPr>
          <w:cantSplit/>
          <w:trHeight w:val="50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7136F">
            <w:r w:rsidRPr="00FB5F13">
              <w:rPr>
                <w:b/>
              </w:rPr>
              <w:t>Career Aspirations</w:t>
            </w:r>
            <w:r>
              <w:t>: &amp;cltasm20016&amp; &amp;cltasm20017&amp; &amp;cltasm20018&amp;</w:t>
            </w:r>
          </w:p>
          <w:p w:rsidR="002E23E7" w:rsidRPr="00F74444" w:rsidRDefault="00E7588D" w:rsidP="0077136F">
            <w:r>
              <w:t>&amp;cltasmcmt20016</w:t>
            </w:r>
            <w:r w:rsidR="001113F0">
              <w:t>&amp;</w:t>
            </w:r>
            <w:r w:rsidR="00F26822">
              <w:t xml:space="preserve"> &amp;cltasmcmt20017&amp; </w:t>
            </w:r>
            <w:r w:rsidR="002E23E7">
              <w:t>&amp;cltasmcmt20018&amp;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Time</w:t>
            </w:r>
            <w:r>
              <w:t>: &amp;cltas</w:t>
            </w:r>
            <w:r w:rsidR="0077136F">
              <w:t>m</w:t>
            </w:r>
            <w:r>
              <w:t>20019&amp; &amp;cltas</w:t>
            </w:r>
            <w:r w:rsidR="0077136F">
              <w:t>m</w:t>
            </w:r>
            <w:r>
              <w:t>20020&amp; &amp;cltas</w:t>
            </w:r>
            <w:r w:rsidR="0077136F">
              <w:t>m</w:t>
            </w:r>
            <w:r>
              <w:t>20021&amp;</w:t>
            </w:r>
          </w:p>
          <w:p w:rsidR="002E23E7" w:rsidRPr="00F74444" w:rsidRDefault="002E23E7" w:rsidP="007A0A25">
            <w:r>
              <w:t>&amp;cltasmcmt20019</w:t>
            </w:r>
            <w:r w:rsidR="001113F0">
              <w:t>&amp;</w:t>
            </w:r>
            <w:r w:rsidR="00F26822">
              <w:t xml:space="preserve"> &amp;cltasmcmt20020&amp; </w:t>
            </w:r>
            <w:r>
              <w:t>&amp;cltasmcmt20021&amp;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Attendance</w:t>
            </w:r>
            <w:r>
              <w:t>: &amp;cltas</w:t>
            </w:r>
            <w:r w:rsidR="0077136F">
              <w:t>m</w:t>
            </w:r>
            <w:r>
              <w:t>20022&amp; &amp;cltas</w:t>
            </w:r>
            <w:r w:rsidR="0077136F">
              <w:t>m</w:t>
            </w:r>
            <w:r>
              <w:t>20023&amp; &amp;cltas</w:t>
            </w:r>
            <w:r w:rsidR="0077136F">
              <w:t>m</w:t>
            </w:r>
            <w:r>
              <w:t>20024&amp;</w:t>
            </w:r>
          </w:p>
          <w:p w:rsidR="002E23E7" w:rsidRPr="00F74444" w:rsidRDefault="002E23E7" w:rsidP="007A0A25">
            <w:r>
              <w:t>&amp;cltasmcmt20022</w:t>
            </w:r>
            <w:r w:rsidR="00F26822">
              <w:t xml:space="preserve">&amp; &amp;cltasmcmt20023&amp; </w:t>
            </w:r>
            <w:r>
              <w:t>&amp;cltasmcmt20024&amp;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Performance:</w:t>
            </w:r>
            <w:r>
              <w:t xml:space="preserve"> &amp;cltas</w:t>
            </w:r>
            <w:r w:rsidR="0077136F">
              <w:t>m</w:t>
            </w:r>
            <w:r>
              <w:t>20025&amp; &amp;cltas</w:t>
            </w:r>
            <w:r w:rsidR="0077136F">
              <w:t>m</w:t>
            </w:r>
            <w:r>
              <w:t>20026&amp; &amp;cltas</w:t>
            </w:r>
            <w:r w:rsidR="0077136F">
              <w:t>m</w:t>
            </w:r>
            <w:r>
              <w:t>20027&amp;</w:t>
            </w:r>
          </w:p>
          <w:p w:rsidR="002E23E7" w:rsidRPr="00F74444" w:rsidRDefault="002E23E7" w:rsidP="007A0A25">
            <w:r>
              <w:t>&amp;cltasmcmt20025</w:t>
            </w:r>
            <w:r w:rsidR="00F26822">
              <w:t xml:space="preserve">&amp; &amp;cltasmcmt20026&amp; </w:t>
            </w:r>
            <w:r>
              <w:t>&amp;cltasmcmt20027&amp;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Relations</w:t>
            </w:r>
            <w:r>
              <w:t>: &amp;cltas</w:t>
            </w:r>
            <w:r w:rsidR="0077136F">
              <w:t>m</w:t>
            </w:r>
            <w:r>
              <w:t>20028&amp; &amp;cltas</w:t>
            </w:r>
            <w:r w:rsidR="0077136F">
              <w:t>m</w:t>
            </w:r>
            <w:r>
              <w:t>20029&amp; &amp;cltas</w:t>
            </w:r>
            <w:r w:rsidR="0077136F">
              <w:t>m</w:t>
            </w:r>
            <w:r>
              <w:t>20030&amp;</w:t>
            </w:r>
          </w:p>
          <w:p w:rsidR="002E23E7" w:rsidRPr="00F74444" w:rsidRDefault="002E23E7" w:rsidP="007A0A25">
            <w:r>
              <w:t>&amp;cltasmcmt20028</w:t>
            </w:r>
            <w:r w:rsidR="00F26822">
              <w:t xml:space="preserve">&amp; &amp;cltasmcmt20029&amp; </w:t>
            </w:r>
            <w:r>
              <w:t>&amp;cltasmcmt20030&amp;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Skills:</w:t>
            </w:r>
            <w:r>
              <w:t xml:space="preserve"> &amp;cltas</w:t>
            </w:r>
            <w:r w:rsidR="0077136F">
              <w:t>m</w:t>
            </w:r>
            <w:r>
              <w:t>20031&amp; &amp;cltas</w:t>
            </w:r>
            <w:r w:rsidR="0077136F">
              <w:t>m</w:t>
            </w:r>
            <w:r>
              <w:t>20032&amp; &amp;cltas</w:t>
            </w:r>
            <w:r w:rsidR="0077136F">
              <w:t>m</w:t>
            </w:r>
            <w:r>
              <w:t>20033&amp;</w:t>
            </w:r>
          </w:p>
          <w:p w:rsidR="002E23E7" w:rsidRDefault="002E23E7" w:rsidP="007A0A25">
            <w:r>
              <w:t>&amp;cltasmcmt20031</w:t>
            </w:r>
            <w:r w:rsidR="00F26822">
              <w:t xml:space="preserve">&amp; &amp;cltasmcmt20032&amp; </w:t>
            </w:r>
            <w:r>
              <w:t>&amp;cltasmcmt20033&amp;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E02CE8" w:rsidP="007A0A25">
            <w:r w:rsidRPr="00FB5F13">
              <w:rPr>
                <w:b/>
              </w:rPr>
              <w:t>Social Functioning:</w:t>
            </w:r>
            <w:r>
              <w:t xml:space="preserve"> &amp;cltas</w:t>
            </w:r>
            <w:r w:rsidR="0077136F">
              <w:t>m</w:t>
            </w:r>
            <w:r>
              <w:t>20004&amp;</w:t>
            </w:r>
          </w:p>
          <w:p w:rsidR="001113F0" w:rsidRPr="00F74444" w:rsidRDefault="001113F0" w:rsidP="007A0A25">
            <w:r>
              <w:t>&amp;cl</w:t>
            </w:r>
            <w:r w:rsidR="008E2380">
              <w:t>tasmcmt20004</w:t>
            </w:r>
            <w:r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E02CE8" w:rsidP="007A0A25">
            <w:r w:rsidRPr="00880B84">
              <w:rPr>
                <w:b/>
              </w:rPr>
              <w:t>Recreational:</w:t>
            </w:r>
            <w:r>
              <w:t xml:space="preserve"> &amp;cltas</w:t>
            </w:r>
            <w:r w:rsidR="0077136F">
              <w:t>m</w:t>
            </w:r>
            <w:r>
              <w:t>20005&amp;</w:t>
            </w:r>
          </w:p>
          <w:p w:rsidR="001113F0" w:rsidRPr="00F74444" w:rsidRDefault="008E2380" w:rsidP="007A0A25">
            <w:r>
              <w:t>&amp;cltasmcmt20005</w:t>
            </w:r>
            <w:r w:rsidR="001113F0"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E02CE8" w:rsidP="007A0A25">
            <w:r w:rsidRPr="00880B84">
              <w:rPr>
                <w:b/>
              </w:rPr>
              <w:t>Intellectual/Developmental:</w:t>
            </w:r>
            <w:r>
              <w:t xml:space="preserve"> &amp;cltas</w:t>
            </w:r>
            <w:r w:rsidR="0077136F">
              <w:t>m</w:t>
            </w:r>
            <w:r>
              <w:t>20006&amp;</w:t>
            </w:r>
          </w:p>
          <w:p w:rsidR="001113F0" w:rsidRPr="00F74444" w:rsidRDefault="008E2380" w:rsidP="007A0A25">
            <w:r>
              <w:t>&amp;cltasmcmt20006</w:t>
            </w:r>
            <w:r w:rsidR="001113F0">
              <w:t>&amp;</w:t>
            </w:r>
          </w:p>
        </w:tc>
      </w:tr>
      <w:tr w:rsidR="00E02CE8" w:rsidRPr="00F74444" w:rsidTr="00FB3099">
        <w:trPr>
          <w:cantSplit/>
          <w:trHeight w:val="80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</w:rPr>
            </w:pPr>
            <w:r w:rsidRPr="00E02CE8">
              <w:rPr>
                <w:b/>
                <w:sz w:val="18"/>
              </w:rPr>
              <w:t>Developmental Needs Module</w:t>
            </w:r>
          </w:p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880B84">
              <w:rPr>
                <w:b/>
              </w:rPr>
              <w:t>Cognitive:</w:t>
            </w:r>
            <w:r>
              <w:t xml:space="preserve"> &amp;cltas</w:t>
            </w:r>
            <w:r w:rsidR="0077136F">
              <w:t>m</w:t>
            </w:r>
            <w:r>
              <w:t>20034&amp; &amp;cltas</w:t>
            </w:r>
            <w:r w:rsidR="0077136F">
              <w:t>m</w:t>
            </w:r>
            <w:r>
              <w:t>20035&amp; &amp;cltas</w:t>
            </w:r>
            <w:r w:rsidR="0077136F">
              <w:t>m</w:t>
            </w:r>
            <w:r>
              <w:t>20036&amp;</w:t>
            </w:r>
          </w:p>
          <w:p w:rsidR="002E23E7" w:rsidRPr="00F74444" w:rsidRDefault="002E23E7" w:rsidP="007A0A25">
            <w:r>
              <w:t>&amp;cltasmcmt20034</w:t>
            </w:r>
            <w:r w:rsidR="00F26822">
              <w:t xml:space="preserve">&amp; &amp;cltasmcmt20035&amp; </w:t>
            </w:r>
            <w:r>
              <w:t>&amp;cltasmcmt20036&amp;</w:t>
            </w:r>
          </w:p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880B84">
              <w:rPr>
                <w:b/>
              </w:rPr>
              <w:t>Communication:</w:t>
            </w:r>
            <w:r>
              <w:t xml:space="preserve"> &amp;cltas</w:t>
            </w:r>
            <w:r w:rsidR="0077136F">
              <w:t>m</w:t>
            </w:r>
            <w:r>
              <w:t>20037&amp; &amp;cltas</w:t>
            </w:r>
            <w:r w:rsidR="0077136F">
              <w:t>m</w:t>
            </w:r>
            <w:r>
              <w:t>20038&amp; &amp;cltas</w:t>
            </w:r>
            <w:r w:rsidR="0077136F">
              <w:t>m</w:t>
            </w:r>
            <w:r>
              <w:t>20039&amp;</w:t>
            </w:r>
          </w:p>
          <w:p w:rsidR="002E23E7" w:rsidRPr="00F74444" w:rsidRDefault="002E23E7" w:rsidP="007A0A25">
            <w:r>
              <w:t>&amp;cltasmcmt20037</w:t>
            </w:r>
            <w:r w:rsidR="00F26822">
              <w:t xml:space="preserve">&amp; &amp;cltasmcmt20038&amp; </w:t>
            </w:r>
            <w:r>
              <w:t>&amp;cltasmcmt20039&amp;</w:t>
            </w:r>
          </w:p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880B84">
              <w:rPr>
                <w:b/>
              </w:rPr>
              <w:t>Developmental</w:t>
            </w:r>
            <w:r>
              <w:t>: &amp;cltas</w:t>
            </w:r>
            <w:r w:rsidR="0077136F">
              <w:t>m</w:t>
            </w:r>
            <w:r>
              <w:t>20040&amp; &amp;cltas</w:t>
            </w:r>
            <w:r w:rsidR="0077136F">
              <w:t>m</w:t>
            </w:r>
            <w:r>
              <w:t>20041&amp; &amp;cltas</w:t>
            </w:r>
            <w:r w:rsidR="0077136F">
              <w:t>m</w:t>
            </w:r>
            <w:r>
              <w:t>20042&amp;</w:t>
            </w:r>
          </w:p>
          <w:p w:rsidR="002E23E7" w:rsidRPr="00F74444" w:rsidRDefault="002E23E7" w:rsidP="007A0A25">
            <w:r>
              <w:t>&amp;cltasmcmt20040</w:t>
            </w:r>
            <w:r w:rsidR="00F26822">
              <w:t xml:space="preserve">&amp; &amp;cltasmcmt20041&amp; </w:t>
            </w:r>
            <w:r>
              <w:t>&amp;cltasmcmt20042&amp;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610E47" w:rsidP="007A0A25">
            <w:r w:rsidRPr="00880B84">
              <w:rPr>
                <w:b/>
              </w:rPr>
              <w:t>Sexuality:</w:t>
            </w:r>
            <w:r>
              <w:t xml:space="preserve"> &amp;cltas</w:t>
            </w:r>
            <w:r w:rsidR="0077136F">
              <w:t>m</w:t>
            </w:r>
            <w:r>
              <w:t>20007&amp;</w:t>
            </w:r>
          </w:p>
          <w:p w:rsidR="001113F0" w:rsidRPr="00F74444" w:rsidRDefault="008E2380" w:rsidP="007A0A25">
            <w:r>
              <w:t>&amp;cltasmcmt20007</w:t>
            </w:r>
            <w:r w:rsidR="001113F0"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610E47" w:rsidP="007A0A25">
            <w:r w:rsidRPr="00880B84">
              <w:rPr>
                <w:b/>
              </w:rPr>
              <w:t>Living Skills</w:t>
            </w:r>
            <w:r>
              <w:t>: &amp;cltas</w:t>
            </w:r>
            <w:r w:rsidR="0077136F">
              <w:t>m</w:t>
            </w:r>
            <w:r>
              <w:t>20008&amp;</w:t>
            </w:r>
          </w:p>
          <w:p w:rsidR="001113F0" w:rsidRPr="00F74444" w:rsidRDefault="008E2380" w:rsidP="007A0A25">
            <w:r>
              <w:t>&amp;cltasmcmt20008</w:t>
            </w:r>
            <w:r w:rsidR="001113F0"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610E47" w:rsidP="007A0A25">
            <w:r w:rsidRPr="00880B84">
              <w:rPr>
                <w:b/>
              </w:rPr>
              <w:t>Residental Stability</w:t>
            </w:r>
            <w:r>
              <w:t>: &amp;cltas</w:t>
            </w:r>
            <w:r w:rsidR="0077136F">
              <w:t>m</w:t>
            </w:r>
            <w:r>
              <w:t>20009&amp;</w:t>
            </w:r>
          </w:p>
          <w:p w:rsidR="001113F0" w:rsidRPr="00F74444" w:rsidRDefault="001113F0" w:rsidP="007A0A25">
            <w:r>
              <w:t>&amp;cltasmcmt20</w:t>
            </w:r>
            <w:r w:rsidR="008E2380">
              <w:t>009</w:t>
            </w:r>
            <w:r>
              <w:t>&amp;</w:t>
            </w:r>
          </w:p>
        </w:tc>
      </w:tr>
      <w:tr w:rsidR="00610E47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Legal:</w:t>
            </w:r>
            <w:r>
              <w:t xml:space="preserve"> &amp;cltas</w:t>
            </w:r>
            <w:r w:rsidR="0077136F">
              <w:t>m</w:t>
            </w:r>
            <w:r>
              <w:t>20010&amp;</w:t>
            </w:r>
          </w:p>
          <w:p w:rsidR="001113F0" w:rsidRDefault="008E2380" w:rsidP="007A0A25">
            <w:r>
              <w:t>&amp;cltasmcmt20010</w:t>
            </w:r>
            <w:r w:rsidR="001113F0">
              <w:t>&amp;</w:t>
            </w:r>
          </w:p>
        </w:tc>
      </w:tr>
      <w:tr w:rsidR="00610E47" w:rsidRPr="00F74444" w:rsidTr="00FB3099">
        <w:trPr>
          <w:cantSplit/>
          <w:trHeight w:val="30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610E47" w:rsidRDefault="00610E47" w:rsidP="007A0A25"/>
        </w:tc>
        <w:tc>
          <w:tcPr>
            <w:tcW w:w="10386" w:type="dxa"/>
            <w:gridSpan w:val="2"/>
            <w:shd w:val="clear" w:color="auto" w:fill="D9D9D9"/>
          </w:tcPr>
          <w:p w:rsidR="00610E47" w:rsidRPr="00610E47" w:rsidRDefault="00610E47" w:rsidP="00610E47">
            <w:pPr>
              <w:jc w:val="center"/>
              <w:rPr>
                <w:b/>
              </w:rPr>
            </w:pPr>
            <w:r w:rsidRPr="00610E47">
              <w:rPr>
                <w:b/>
                <w:sz w:val="18"/>
              </w:rPr>
              <w:t>Crime Module</w:t>
            </w:r>
          </w:p>
        </w:tc>
      </w:tr>
      <w:tr w:rsidR="00610E47" w:rsidRPr="00F74444" w:rsidTr="00FB3099">
        <w:trPr>
          <w:cantSplit/>
          <w:trHeight w:val="26"/>
          <w:jc w:val="center"/>
        </w:trPr>
        <w:tc>
          <w:tcPr>
            <w:tcW w:w="414" w:type="dxa"/>
            <w:vMerge/>
            <w:shd w:val="clear" w:color="auto" w:fill="auto"/>
          </w:tcPr>
          <w:p w:rsidR="00610E47" w:rsidRDefault="00610E47" w:rsidP="007A0A25"/>
        </w:tc>
        <w:tc>
          <w:tcPr>
            <w:tcW w:w="10386" w:type="dxa"/>
            <w:gridSpan w:val="2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Seriousness</w:t>
            </w:r>
            <w:r w:rsidR="00880B84" w:rsidRPr="00880B84">
              <w:rPr>
                <w:b/>
              </w:rPr>
              <w:t>:</w:t>
            </w:r>
            <w:r w:rsidR="00880B84">
              <w:t xml:space="preserve"> </w:t>
            </w:r>
            <w:r>
              <w:t xml:space="preserve"> &amp;cltas</w:t>
            </w:r>
            <w:r w:rsidR="0077136F">
              <w:t>m</w:t>
            </w:r>
            <w:r>
              <w:t>2554&amp; &amp;cltas</w:t>
            </w:r>
            <w:r w:rsidR="0077136F">
              <w:t>m</w:t>
            </w:r>
            <w:r>
              <w:t>2555&amp; &amp;cltas</w:t>
            </w:r>
            <w:r w:rsidR="0077136F">
              <w:t>m</w:t>
            </w:r>
            <w:r>
              <w:t>2556&amp;</w:t>
            </w:r>
          </w:p>
          <w:p w:rsidR="002E23E7" w:rsidRDefault="002E23E7" w:rsidP="007A0A25">
            <w:r>
              <w:t>&amp;cltasmcmt2554</w:t>
            </w:r>
            <w:r w:rsidR="00F26822">
              <w:t xml:space="preserve">&amp; &amp;cltasmcmt2555&amp; </w:t>
            </w:r>
            <w:r>
              <w:t>&amp;cltasmcmt2556&amp;</w:t>
            </w:r>
          </w:p>
        </w:tc>
      </w:tr>
    </w:tbl>
    <w:p w:rsidR="001113F0" w:rsidRDefault="001113F0">
      <w:r>
        <w:br w:type="page"/>
      </w:r>
    </w:p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35"/>
        <w:gridCol w:w="89"/>
        <w:gridCol w:w="10376"/>
      </w:tblGrid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 w:val="restart"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880B84" w:rsidP="007A0A25">
            <w:r w:rsidRPr="00880B84">
              <w:rPr>
                <w:b/>
              </w:rPr>
              <w:t>History</w:t>
            </w:r>
            <w:r w:rsidR="00610E47">
              <w:t>: &amp;cltas</w:t>
            </w:r>
            <w:r w:rsidR="0077136F">
              <w:t>m</w:t>
            </w:r>
            <w:r w:rsidR="00610E47">
              <w:t>2557&amp; &amp;cltas</w:t>
            </w:r>
            <w:r w:rsidR="0077136F">
              <w:t>m</w:t>
            </w:r>
            <w:r w:rsidR="00610E47">
              <w:t>2558&amp; &amp;cltas</w:t>
            </w:r>
            <w:r w:rsidR="0077136F">
              <w:t>m</w:t>
            </w:r>
            <w:r w:rsidR="00610E47">
              <w:t>2559&amp;</w:t>
            </w:r>
          </w:p>
          <w:p w:rsidR="002E23E7" w:rsidRDefault="002E23E7" w:rsidP="007A0A25">
            <w:r>
              <w:t>&amp;cltasmcmt2557</w:t>
            </w:r>
            <w:r w:rsidR="00F26822">
              <w:t xml:space="preserve">&amp; &amp;cltasmcmt2558&amp; </w:t>
            </w:r>
            <w:r>
              <w:t>&amp;cltasmcmt2559&amp;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Arrests</w:t>
            </w:r>
            <w:r>
              <w:t>: &amp;cltas</w:t>
            </w:r>
            <w:r w:rsidR="0077136F">
              <w:t>m</w:t>
            </w:r>
            <w:r>
              <w:t>2560&amp; &amp;cltas</w:t>
            </w:r>
            <w:r w:rsidR="0077136F">
              <w:t>m</w:t>
            </w:r>
            <w:r>
              <w:t>2561&amp; &amp;cltas</w:t>
            </w:r>
            <w:r w:rsidR="0077136F">
              <w:t>m</w:t>
            </w:r>
            <w:r>
              <w:t>2562&amp;</w:t>
            </w:r>
          </w:p>
          <w:p w:rsidR="002E23E7" w:rsidRDefault="001113F0" w:rsidP="007A0A25">
            <w:r>
              <w:t>&amp;cltas</w:t>
            </w:r>
            <w:r w:rsidR="008E2380">
              <w:t>mc</w:t>
            </w:r>
            <w:r w:rsidR="002E23E7">
              <w:t>mt2560</w:t>
            </w:r>
            <w:r w:rsidR="00F26822">
              <w:t xml:space="preserve">&amp; &amp;cltasmcmt2561&amp; </w:t>
            </w:r>
            <w:r w:rsidR="002E23E7">
              <w:t>&amp;cltasmcmt2562&amp;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Planning</w:t>
            </w:r>
            <w:r>
              <w:t>: &amp;cltas</w:t>
            </w:r>
            <w:r w:rsidR="0077136F">
              <w:t>m</w:t>
            </w:r>
            <w:r>
              <w:t>2563&amp; &amp;cltas</w:t>
            </w:r>
            <w:r w:rsidR="0077136F">
              <w:t>m</w:t>
            </w:r>
            <w:r w:rsidR="008A13FD">
              <w:t>2564&amp; &amp;clta</w:t>
            </w:r>
            <w:r>
              <w:t>s</w:t>
            </w:r>
            <w:r w:rsidR="008A13FD">
              <w:t>m</w:t>
            </w:r>
            <w:r>
              <w:t>2565&amp;</w:t>
            </w:r>
          </w:p>
          <w:p w:rsidR="002E23E7" w:rsidRDefault="002E23E7" w:rsidP="007A0A25">
            <w:r>
              <w:t>&amp;cltasmcmt2563</w:t>
            </w:r>
            <w:r w:rsidR="00F26822">
              <w:t xml:space="preserve">&amp; &amp;cltasmcmt2564&amp; </w:t>
            </w:r>
            <w:r>
              <w:t>&amp;cltasmcmt2565&amp;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610E47">
            <w:r w:rsidRPr="00880B84">
              <w:rPr>
                <w:b/>
              </w:rPr>
              <w:t>Community Safety</w:t>
            </w:r>
            <w:r>
              <w:t>: &amp;cltas</w:t>
            </w:r>
            <w:r w:rsidR="0077136F">
              <w:t>m</w:t>
            </w:r>
            <w:r>
              <w:t>2566&amp; &amp;cltas</w:t>
            </w:r>
            <w:r w:rsidR="0077136F">
              <w:t>m</w:t>
            </w:r>
            <w:r>
              <w:t>2567&amp; &amp;cltas</w:t>
            </w:r>
            <w:r w:rsidR="0077136F">
              <w:t>m</w:t>
            </w:r>
            <w:r>
              <w:t>2568&amp;</w:t>
            </w:r>
          </w:p>
          <w:p w:rsidR="002E23E7" w:rsidRDefault="002E23E7" w:rsidP="00610E47">
            <w:r>
              <w:t>&amp;cltasmcmt2566</w:t>
            </w:r>
            <w:r w:rsidR="00F26822">
              <w:t xml:space="preserve">&amp; &amp;cltasmcmt2567&amp; </w:t>
            </w:r>
            <w:r>
              <w:t>&amp;cltasmcmt2568&amp;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Legal Compliance</w:t>
            </w:r>
            <w:r>
              <w:t>: &amp;cltas</w:t>
            </w:r>
            <w:r w:rsidR="0077136F">
              <w:t>m</w:t>
            </w:r>
            <w:r>
              <w:t>2569&amp; &amp;cltas</w:t>
            </w:r>
            <w:r w:rsidR="0077136F">
              <w:t>m</w:t>
            </w:r>
            <w:r>
              <w:t>2570&amp; &amp;cltas</w:t>
            </w:r>
            <w:r w:rsidR="0077136F">
              <w:t>m</w:t>
            </w:r>
            <w:r>
              <w:t>2571&amp;</w:t>
            </w:r>
          </w:p>
          <w:p w:rsidR="002E23E7" w:rsidRDefault="002E23E7" w:rsidP="007A0A25">
            <w:r>
              <w:t>&amp;cltasmcmt2569</w:t>
            </w:r>
            <w:r w:rsidR="00F26822">
              <w:t xml:space="preserve">&amp; &amp;cltasmcmt2570&amp; </w:t>
            </w:r>
            <w:r>
              <w:t>&amp;cltasmcmt2571&amp;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610E47">
            <w:r w:rsidRPr="00880B84">
              <w:rPr>
                <w:b/>
              </w:rPr>
              <w:t>Peer Influences:</w:t>
            </w:r>
            <w:r>
              <w:t xml:space="preserve"> &amp;cltas</w:t>
            </w:r>
            <w:r w:rsidR="0077136F">
              <w:t>m</w:t>
            </w:r>
            <w:r>
              <w:t>2572&amp; &amp;cltas</w:t>
            </w:r>
            <w:r w:rsidR="0077136F">
              <w:t>m</w:t>
            </w:r>
            <w:r>
              <w:t>2573&amp; &amp;cltas</w:t>
            </w:r>
            <w:r w:rsidR="0077136F">
              <w:t>m</w:t>
            </w:r>
            <w:r>
              <w:t>2574&amp;</w:t>
            </w:r>
          </w:p>
          <w:p w:rsidR="002E23E7" w:rsidRDefault="002E23E7" w:rsidP="00610E47">
            <w:r>
              <w:t>&amp;cltasmcmt2572</w:t>
            </w:r>
            <w:r w:rsidR="00F26822">
              <w:t xml:space="preserve">&amp; </w:t>
            </w:r>
            <w:r>
              <w:t>&amp;cltasmcmt2573&amp;</w:t>
            </w:r>
            <w:r w:rsidR="00F26822">
              <w:t xml:space="preserve"> </w:t>
            </w:r>
            <w:r>
              <w:t>&amp;cltasmcmt2574&amp;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Environmental Influences:</w:t>
            </w:r>
            <w:r>
              <w:t xml:space="preserve"> &amp;cltas</w:t>
            </w:r>
            <w:r w:rsidR="0077136F">
              <w:t>m</w:t>
            </w:r>
            <w:r>
              <w:t>2575&amp; &amp;cltas</w:t>
            </w:r>
            <w:r w:rsidR="0077136F">
              <w:t>m</w:t>
            </w:r>
            <w:r>
              <w:t>2576&amp; &amp;cltas</w:t>
            </w:r>
            <w:r w:rsidR="0077136F">
              <w:t>m</w:t>
            </w:r>
            <w:r>
              <w:t>2577&amp;</w:t>
            </w:r>
          </w:p>
          <w:p w:rsidR="002E23E7" w:rsidRDefault="002E23E7" w:rsidP="007A0A25">
            <w:r>
              <w:t>&amp;cltasmcmt2575</w:t>
            </w:r>
            <w:r w:rsidR="001113F0">
              <w:t>&amp;</w:t>
            </w:r>
            <w:r w:rsidR="00F26822">
              <w:t xml:space="preserve"> </w:t>
            </w:r>
            <w:r>
              <w:t>&amp;cltasmcmt2576&amp;</w:t>
            </w:r>
            <w:r w:rsidR="00F26822">
              <w:t xml:space="preserve"> </w:t>
            </w:r>
            <w:r>
              <w:t>&amp;cltasmcmt2577&amp;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Sleep:</w:t>
            </w:r>
            <w:r>
              <w:t xml:space="preserve"> &amp;cltasm20011&amp;</w:t>
            </w:r>
          </w:p>
          <w:p w:rsidR="001113F0" w:rsidRDefault="008E2380" w:rsidP="007A0A25">
            <w:r>
              <w:t>&amp;cltasmcmt20011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Self-Care</w:t>
            </w:r>
            <w:r>
              <w:t>: &amp;cltasm20012&amp;</w:t>
            </w:r>
          </w:p>
          <w:p w:rsidR="001113F0" w:rsidRDefault="008E2380" w:rsidP="007A0A25">
            <w:r>
              <w:t>&amp;cltasmcmt20012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Decision Making:</w:t>
            </w:r>
            <w:r>
              <w:t xml:space="preserve"> &amp;cltasm20013&amp;</w:t>
            </w:r>
          </w:p>
          <w:p w:rsidR="001113F0" w:rsidRDefault="001113F0" w:rsidP="007A0A25">
            <w:r>
              <w:t>&amp;cltasmc</w:t>
            </w:r>
            <w:r w:rsidR="008E2380">
              <w:t>mt20013</w:t>
            </w:r>
            <w:r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Involvement in Recovery</w:t>
            </w:r>
            <w:r>
              <w:t>: &amp;cltasm20014&amp;</w:t>
            </w:r>
          </w:p>
          <w:p w:rsidR="001113F0" w:rsidRDefault="008E2380" w:rsidP="007A0A25">
            <w:r>
              <w:t>&amp;cltasmcmt20014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Transportation:</w:t>
            </w:r>
            <w:r>
              <w:t xml:space="preserve"> &amp;cltasm20015&amp;</w:t>
            </w:r>
          </w:p>
          <w:p w:rsidR="001113F0" w:rsidRDefault="008E2380" w:rsidP="007A0A25">
            <w:r>
              <w:t>&amp;cltasmcmt20015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Medication Involvement:</w:t>
            </w:r>
            <w:r>
              <w:t xml:space="preserve"> &amp;cltasm2347&amp;</w:t>
            </w:r>
            <w:r w:rsidR="008E2380">
              <w:br/>
              <w:t>&amp;cltasmcmt2347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Parental/Caregiver Role:</w:t>
            </w:r>
            <w:r>
              <w:t xml:space="preserve"> &amp;cltasm2450&amp;</w:t>
            </w:r>
          </w:p>
          <w:p w:rsidR="001113F0" w:rsidRDefault="008E2380" w:rsidP="007A0A25">
            <w:r>
              <w:t>&amp;cltasmcmt2450</w:t>
            </w:r>
            <w:r w:rsidR="001113F0">
              <w:t>&amp;</w:t>
            </w:r>
          </w:p>
        </w:tc>
      </w:tr>
      <w:tr w:rsidR="0077136F" w:rsidRPr="00F74444" w:rsidTr="001360AA">
        <w:trPr>
          <w:cantSplit/>
          <w:trHeight w:val="43"/>
          <w:jc w:val="center"/>
        </w:trPr>
        <w:tc>
          <w:tcPr>
            <w:tcW w:w="424" w:type="dxa"/>
            <w:gridSpan w:val="2"/>
            <w:vMerge w:val="restart"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D9D9D9"/>
          </w:tcPr>
          <w:p w:rsidR="0077136F" w:rsidRPr="0077136F" w:rsidRDefault="0077136F" w:rsidP="0077136F">
            <w:pPr>
              <w:jc w:val="center"/>
              <w:rPr>
                <w:b/>
              </w:rPr>
            </w:pPr>
            <w:r w:rsidRPr="0077136F">
              <w:rPr>
                <w:b/>
                <w:sz w:val="18"/>
              </w:rPr>
              <w:t>Parenting/Caregiver Role Module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19242B">
            <w:r w:rsidRPr="00880B84">
              <w:rPr>
                <w:b/>
              </w:rPr>
              <w:t>Knowledge of Child’s or Individual’s Needs:</w:t>
            </w:r>
            <w:r>
              <w:t xml:space="preserve"> &amp;cltasm2451&amp; &amp;cltasm2</w:t>
            </w:r>
            <w:r w:rsidR="0019242B">
              <w:t>45</w:t>
            </w:r>
            <w:r>
              <w:t>2&amp; &amp;cltasm2</w:t>
            </w:r>
            <w:r w:rsidR="0019242B">
              <w:t>45</w:t>
            </w:r>
            <w:r>
              <w:t>3&amp;</w:t>
            </w:r>
          </w:p>
          <w:p w:rsidR="002E23E7" w:rsidRPr="002E23E7" w:rsidRDefault="002E23E7" w:rsidP="0019242B">
            <w:r>
              <w:t>&amp;cltasmcmt2451</w:t>
            </w:r>
            <w:r w:rsidR="001113F0">
              <w:t>&amp;</w:t>
            </w:r>
            <w:r w:rsidR="00F26822">
              <w:t xml:space="preserve"> </w:t>
            </w:r>
            <w:r>
              <w:t>&amp;cltasmcmt2452&amp;</w:t>
            </w:r>
            <w:r w:rsidR="00F26822">
              <w:t xml:space="preserve"> </w:t>
            </w:r>
            <w:r>
              <w:t>&amp;cltasmcmt2453&amp;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Supervision:</w:t>
            </w:r>
            <w:r>
              <w:t xml:space="preserve"> &amp;cltasm2454&amp; &amp;cltasm2455&amp; &amp;cltasm2456&amp;</w:t>
            </w:r>
          </w:p>
          <w:p w:rsidR="002E23E7" w:rsidRDefault="002E23E7" w:rsidP="007A0A25">
            <w:r>
              <w:t>&amp;cltasmcmt2454</w:t>
            </w:r>
            <w:r w:rsidR="001113F0">
              <w:t>&amp;</w:t>
            </w:r>
            <w:r w:rsidR="00F26822">
              <w:t xml:space="preserve"> </w:t>
            </w:r>
            <w:r>
              <w:t>&amp;cltasmcmt2455&amp;</w:t>
            </w:r>
            <w:r w:rsidR="00F26822">
              <w:t xml:space="preserve"> </w:t>
            </w:r>
            <w:r>
              <w:t>&amp;cltasmcmt2456&amp;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Involvement with Care:</w:t>
            </w:r>
            <w:r>
              <w:t xml:space="preserve"> &amp;cltasm2457&amp; &amp;cltasm2458&amp; &amp;cltasm2459&amp;</w:t>
            </w:r>
          </w:p>
          <w:p w:rsidR="002E23E7" w:rsidRDefault="002E23E7" w:rsidP="007A0A25">
            <w:r>
              <w:t>&amp;cltasmcmt2457</w:t>
            </w:r>
            <w:r w:rsidR="001113F0">
              <w:t>&amp;</w:t>
            </w:r>
            <w:r w:rsidR="00F26822">
              <w:t xml:space="preserve"> </w:t>
            </w:r>
            <w:r>
              <w:t>&amp;cltasmcmt2458&amp;</w:t>
            </w:r>
            <w:r w:rsidR="00F26822">
              <w:t xml:space="preserve"> </w:t>
            </w:r>
            <w:r>
              <w:t>&amp;cltasmcmt2459&amp;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Organization:</w:t>
            </w:r>
            <w:r>
              <w:t xml:space="preserve"> &amp;cltasm2460&amp; &amp;cltasm2461&amp; &amp;cltasm2462&amp;</w:t>
            </w:r>
          </w:p>
          <w:p w:rsidR="002E23E7" w:rsidRDefault="002E23E7" w:rsidP="007A0A25">
            <w:r>
              <w:t>&amp;cltasmcmt2460</w:t>
            </w:r>
            <w:r w:rsidR="001113F0">
              <w:t>&amp;</w:t>
            </w:r>
            <w:r w:rsidR="00F26822">
              <w:t xml:space="preserve"> </w:t>
            </w:r>
            <w:r>
              <w:t>&amp;cltasmcmt2461&amp;</w:t>
            </w:r>
            <w:r w:rsidR="00F26822">
              <w:t xml:space="preserve"> </w:t>
            </w:r>
            <w:r>
              <w:t>&amp;cltasmcmt2462&amp;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Marital-Partner Violence in the Home:</w:t>
            </w:r>
            <w:r>
              <w:t xml:space="preserve"> &amp;cltasm2463&amp; &amp;cltasm2464&amp; &amp;cltasm2465&amp;</w:t>
            </w:r>
          </w:p>
          <w:p w:rsidR="002E23E7" w:rsidRDefault="002E23E7" w:rsidP="007A0A25">
            <w:r>
              <w:t>&amp;cltasmcmt2463</w:t>
            </w:r>
            <w:r w:rsidR="001113F0">
              <w:t>&amp;</w:t>
            </w:r>
            <w:r w:rsidR="00F26822">
              <w:t xml:space="preserve"> </w:t>
            </w:r>
            <w:r>
              <w:t>&amp;cltasmcmt2464&amp;</w:t>
            </w:r>
            <w:r w:rsidR="00F26822">
              <w:t xml:space="preserve"> </w:t>
            </w:r>
            <w:r>
              <w:t>&amp;cltasmcmt2465&amp;</w:t>
            </w:r>
          </w:p>
        </w:tc>
      </w:tr>
      <w:tr w:rsidR="00841DD7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FB5F13" w:rsidP="00FB5F13">
            <w:pPr>
              <w:jc w:val="center"/>
              <w:rPr>
                <w:b/>
              </w:rPr>
            </w:pPr>
            <w:r w:rsidRPr="00880B84">
              <w:rPr>
                <w:b/>
              </w:rPr>
              <w:t>Life Domain Summary:</w:t>
            </w:r>
          </w:p>
        </w:tc>
      </w:tr>
      <w:tr w:rsidR="00FB5F13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FB5F13" w:rsidRDefault="00FB5F13" w:rsidP="00841DD7">
            <w:r>
              <w:t>&amp;cltasm12476&amp;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10E47" w:rsidRPr="0077136F" w:rsidRDefault="0077136F" w:rsidP="00191D5E">
            <w:pPr>
              <w:jc w:val="center"/>
              <w:rPr>
                <w:b/>
              </w:rPr>
            </w:pPr>
            <w:r w:rsidRPr="0077136F">
              <w:rPr>
                <w:b/>
                <w:sz w:val="20"/>
              </w:rPr>
              <w:t>Strengths</w:t>
            </w:r>
          </w:p>
        </w:tc>
      </w:tr>
      <w:tr w:rsidR="0077136F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77136F" w:rsidRDefault="00317259" w:rsidP="0077136F">
            <w:r w:rsidRPr="00880B84">
              <w:rPr>
                <w:b/>
              </w:rPr>
              <w:t>Family:</w:t>
            </w:r>
            <w:r>
              <w:t xml:space="preserve"> &amp;cltasm20044&amp;</w:t>
            </w:r>
          </w:p>
          <w:p w:rsidR="001113F0" w:rsidRPr="0077136F" w:rsidRDefault="008E2380" w:rsidP="0077136F">
            <w:r>
              <w:t>&amp;cltasmcmt20044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317259">
            <w:r w:rsidRPr="00880B84">
              <w:rPr>
                <w:b/>
              </w:rPr>
              <w:t>Social Connectedness:</w:t>
            </w:r>
            <w:r>
              <w:t xml:space="preserve"> &amp;cltasm20045&amp;</w:t>
            </w:r>
          </w:p>
          <w:p w:rsidR="001113F0" w:rsidRPr="0077136F" w:rsidRDefault="008E2380" w:rsidP="00317259">
            <w:r>
              <w:t>&amp;cltasmcmt20045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Optimism:</w:t>
            </w:r>
            <w:r>
              <w:t xml:space="preserve"> &amp;cltasm20046&amp;</w:t>
            </w:r>
          </w:p>
          <w:p w:rsidR="001113F0" w:rsidRPr="0077136F" w:rsidRDefault="008E2380" w:rsidP="0077136F">
            <w:r>
              <w:t>&amp;cltasmcmt20046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Talents/Interests:</w:t>
            </w:r>
            <w:r>
              <w:t xml:space="preserve"> &amp;cltasm20047&amp;</w:t>
            </w:r>
          </w:p>
          <w:p w:rsidR="001113F0" w:rsidRPr="0077136F" w:rsidRDefault="008E2380" w:rsidP="0077136F">
            <w:r>
              <w:t>&amp;cltasmcmt20047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Educational:</w:t>
            </w:r>
            <w:r>
              <w:t xml:space="preserve"> &amp;cltasm20048&amp;</w:t>
            </w:r>
          </w:p>
          <w:p w:rsidR="001113F0" w:rsidRPr="0077136F" w:rsidRDefault="008E2380" w:rsidP="0077136F">
            <w:r>
              <w:t>&amp;cltasmcmt20048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Volunteering:</w:t>
            </w:r>
            <w:r>
              <w:t xml:space="preserve"> &amp;cltasm20049&amp;</w:t>
            </w:r>
          </w:p>
          <w:p w:rsidR="001113F0" w:rsidRPr="0077136F" w:rsidRDefault="008E2380" w:rsidP="0077136F">
            <w:r>
              <w:t>&amp;cltasmcmt20049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Job History:</w:t>
            </w:r>
            <w:r>
              <w:t xml:space="preserve"> &amp;cltasm20050&amp;</w:t>
            </w:r>
          </w:p>
          <w:p w:rsidR="001113F0" w:rsidRPr="0077136F" w:rsidRDefault="008E2380" w:rsidP="0077136F">
            <w:r>
              <w:t>&amp;cltasmcmt20050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Spiritual/Religious:</w:t>
            </w:r>
            <w:r>
              <w:t xml:space="preserve"> &amp;cltasm20051&amp;</w:t>
            </w:r>
          </w:p>
          <w:p w:rsidR="001113F0" w:rsidRPr="0077136F" w:rsidRDefault="008E2380" w:rsidP="0077136F">
            <w:r>
              <w:t>&amp;cltasmcmt20051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Community Connection:</w:t>
            </w:r>
            <w:r>
              <w:t xml:space="preserve"> &amp;cltasm20052&amp;</w:t>
            </w:r>
          </w:p>
          <w:p w:rsidR="001113F0" w:rsidRPr="0077136F" w:rsidRDefault="008E2380" w:rsidP="0077136F">
            <w:r>
              <w:t>&amp;cltasmcmt20052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Natural Supports:</w:t>
            </w:r>
            <w:r>
              <w:t xml:space="preserve"> &amp;cltasm20053&amp;</w:t>
            </w:r>
          </w:p>
          <w:p w:rsidR="001113F0" w:rsidRPr="0077136F" w:rsidRDefault="008E2380" w:rsidP="0077136F">
            <w:r>
              <w:t>&amp;cltasmcmt20053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lastRenderedPageBreak/>
              <w:t>Resiliency:</w:t>
            </w:r>
            <w:r>
              <w:t xml:space="preserve"> &amp;cltasm20054&amp;</w:t>
            </w:r>
          </w:p>
          <w:p w:rsidR="001113F0" w:rsidRPr="0077136F" w:rsidRDefault="008E2380" w:rsidP="0077136F">
            <w:r>
              <w:t>&amp;cltasmcmt20054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Resourcefullness:</w:t>
            </w:r>
            <w:r>
              <w:t xml:space="preserve"> &amp;cltasm20055&amp;</w:t>
            </w:r>
          </w:p>
          <w:p w:rsidR="001113F0" w:rsidRPr="0077136F" w:rsidRDefault="008E2380" w:rsidP="0077136F">
            <w:r>
              <w:t>&amp;cltasmcmt20055</w:t>
            </w:r>
            <w:r w:rsidR="001113F0">
              <w:t>&amp;</w:t>
            </w:r>
          </w:p>
        </w:tc>
      </w:tr>
      <w:tr w:rsidR="00841DD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841DD7" w:rsidP="00880B84">
            <w:pPr>
              <w:jc w:val="center"/>
              <w:rPr>
                <w:b/>
              </w:rPr>
            </w:pPr>
            <w:r w:rsidRPr="00880B84">
              <w:rPr>
                <w:b/>
              </w:rPr>
              <w:t>Strengths</w:t>
            </w:r>
            <w:r w:rsidR="00880B84" w:rsidRPr="00880B84">
              <w:rPr>
                <w:b/>
              </w:rPr>
              <w:t xml:space="preserve"> Domain Summary</w:t>
            </w:r>
            <w:r w:rsidRPr="00880B84">
              <w:rPr>
                <w:b/>
              </w:rPr>
              <w:t>:</w:t>
            </w:r>
          </w:p>
        </w:tc>
      </w:tr>
      <w:tr w:rsidR="00880B84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880B84" w:rsidRPr="000B58E8" w:rsidRDefault="00880B84" w:rsidP="0077136F">
            <w:r>
              <w:t>&amp;cltasm12477&amp;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317259" w:rsidRPr="00191D5E" w:rsidRDefault="00191D5E" w:rsidP="00191D5E">
            <w:pPr>
              <w:jc w:val="center"/>
              <w:rPr>
                <w:b/>
              </w:rPr>
            </w:pPr>
            <w:r w:rsidRPr="00191D5E">
              <w:rPr>
                <w:b/>
                <w:sz w:val="20"/>
              </w:rPr>
              <w:t>Acculturation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Language:</w:t>
            </w:r>
            <w:r>
              <w:t xml:space="preserve"> &amp;cltasm20057&amp;</w:t>
            </w:r>
          </w:p>
          <w:p w:rsidR="001113F0" w:rsidRPr="0077136F" w:rsidRDefault="008E2380" w:rsidP="0077136F">
            <w:r>
              <w:t>&amp;cltasmcmt20057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Identity:</w:t>
            </w:r>
            <w:r>
              <w:t xml:space="preserve"> &amp;cltasm20058&amp;</w:t>
            </w:r>
          </w:p>
          <w:p w:rsidR="001113F0" w:rsidRPr="0077136F" w:rsidRDefault="008E2380" w:rsidP="0077136F">
            <w:r>
              <w:t>&amp;cltasmcmt20058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Ritual</w:t>
            </w:r>
            <w:r>
              <w:t>: &amp;cltasm20059&amp;</w:t>
            </w:r>
          </w:p>
          <w:p w:rsidR="001113F0" w:rsidRPr="0077136F" w:rsidRDefault="008E2380" w:rsidP="0077136F">
            <w:r>
              <w:t>&amp;cltasmcmt20059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Cultural Stress:</w:t>
            </w:r>
            <w:r>
              <w:t xml:space="preserve"> &amp;cltasm20060&amp;</w:t>
            </w:r>
          </w:p>
          <w:p w:rsidR="001113F0" w:rsidRPr="0077136F" w:rsidRDefault="008E2380" w:rsidP="0077136F">
            <w:r>
              <w:t>&amp;cltasmcmt20060</w:t>
            </w:r>
            <w:r w:rsidR="001113F0">
              <w:t>&amp;</w:t>
            </w:r>
          </w:p>
        </w:tc>
      </w:tr>
      <w:tr w:rsidR="00841DD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880B84" w:rsidP="00880B84">
            <w:pPr>
              <w:jc w:val="center"/>
              <w:rPr>
                <w:b/>
              </w:rPr>
            </w:pPr>
            <w:r w:rsidRPr="00880B84">
              <w:rPr>
                <w:b/>
              </w:rPr>
              <w:t>A</w:t>
            </w:r>
            <w:r w:rsidR="00841DD7" w:rsidRPr="00880B84">
              <w:rPr>
                <w:b/>
              </w:rPr>
              <w:t>cculturation</w:t>
            </w:r>
            <w:r w:rsidRPr="00880B84">
              <w:rPr>
                <w:b/>
              </w:rPr>
              <w:t xml:space="preserve"> Domain Summary:</w:t>
            </w:r>
          </w:p>
        </w:tc>
      </w:tr>
      <w:tr w:rsidR="00880B84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880B84" w:rsidRPr="000B58E8" w:rsidRDefault="00880B84" w:rsidP="00880B84">
            <w:r>
              <w:t>&amp;cltasm12478&amp;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317259" w:rsidRPr="003557FB" w:rsidRDefault="00191D5E" w:rsidP="003557FB">
            <w:pPr>
              <w:jc w:val="center"/>
              <w:rPr>
                <w:b/>
              </w:rPr>
            </w:pPr>
            <w:r w:rsidRPr="003557FB">
              <w:rPr>
                <w:b/>
                <w:sz w:val="20"/>
              </w:rPr>
              <w:t xml:space="preserve">Behavioral </w:t>
            </w:r>
            <w:r w:rsidR="003557FB" w:rsidRPr="003557FB">
              <w:rPr>
                <w:b/>
                <w:sz w:val="20"/>
              </w:rPr>
              <w:t xml:space="preserve">Health </w:t>
            </w:r>
            <w:r w:rsidRPr="003557FB">
              <w:rPr>
                <w:b/>
                <w:sz w:val="20"/>
              </w:rPr>
              <w:t>Needs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3557FB">
            <w:r w:rsidRPr="00880B84">
              <w:rPr>
                <w:b/>
              </w:rPr>
              <w:t>Psychosis/thought disturbance</w:t>
            </w:r>
            <w:r w:rsidR="00880B84" w:rsidRPr="00880B84">
              <w:rPr>
                <w:b/>
              </w:rPr>
              <w:t>:</w:t>
            </w:r>
            <w:r>
              <w:t xml:space="preserve"> &amp;cltasm20062&amp;</w:t>
            </w:r>
          </w:p>
          <w:p w:rsidR="001113F0" w:rsidRPr="0077136F" w:rsidRDefault="008E2380" w:rsidP="003557FB">
            <w:r>
              <w:t>&amp;cltasmcmt20062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Impulse Control:</w:t>
            </w:r>
            <w:r>
              <w:t xml:space="preserve"> &amp;cltasm20063&amp;</w:t>
            </w:r>
          </w:p>
          <w:p w:rsidR="001113F0" w:rsidRPr="0077136F" w:rsidRDefault="008E2380" w:rsidP="0077136F">
            <w:r>
              <w:t>&amp;cltasmcmt2006</w:t>
            </w:r>
            <w:r w:rsidR="001113F0">
              <w:t>3&amp;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Depression:</w:t>
            </w:r>
            <w:r>
              <w:t xml:space="preserve"> &amp;cltasm20064&amp;</w:t>
            </w:r>
          </w:p>
          <w:p w:rsidR="001113F0" w:rsidRPr="0077136F" w:rsidRDefault="008E2380" w:rsidP="0077136F">
            <w:r>
              <w:t>&amp;cltasmcmt20064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Anxiety:</w:t>
            </w:r>
            <w:r>
              <w:t xml:space="preserve"> &amp;cltasm20065&amp;</w:t>
            </w:r>
          </w:p>
          <w:p w:rsidR="001113F0" w:rsidRPr="0077136F" w:rsidRDefault="001113F0" w:rsidP="0077136F">
            <w:r>
              <w:t>&amp;cltasmc</w:t>
            </w:r>
            <w:r w:rsidR="008E2380">
              <w:t>mt20065</w:t>
            </w:r>
            <w:r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Interpersonal Problems:</w:t>
            </w:r>
            <w:r>
              <w:t xml:space="preserve"> &amp;cltasm20066&amp;</w:t>
            </w:r>
          </w:p>
          <w:p w:rsidR="001113F0" w:rsidRPr="0077136F" w:rsidRDefault="008E2380" w:rsidP="0077136F">
            <w:r>
              <w:t>&amp;cltasmcmt20066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Antisocial Behavior:</w:t>
            </w:r>
            <w:r>
              <w:t xml:space="preserve"> &amp;cltasm20067&amp;</w:t>
            </w:r>
          </w:p>
          <w:p w:rsidR="001113F0" w:rsidRPr="0077136F" w:rsidRDefault="00C73F04" w:rsidP="0077136F">
            <w:r>
              <w:t>&amp;cltasmcmt20067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Adjustment to Trauma:</w:t>
            </w:r>
            <w:r>
              <w:t xml:space="preserve"> &amp;cltasm20068&amp;</w:t>
            </w:r>
          </w:p>
          <w:p w:rsidR="001113F0" w:rsidRPr="0077136F" w:rsidRDefault="008E2380" w:rsidP="0077136F">
            <w:r>
              <w:t>&amp;cltasmcmt20068</w:t>
            </w:r>
            <w:r w:rsidR="001113F0">
              <w:t>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D9D9D9"/>
          </w:tcPr>
          <w:p w:rsidR="00B70A68" w:rsidRPr="008C35EB" w:rsidRDefault="00B70A68" w:rsidP="008C35EB">
            <w:pPr>
              <w:jc w:val="center"/>
              <w:rPr>
                <w:b/>
              </w:rPr>
            </w:pPr>
            <w:r w:rsidRPr="008C35EB">
              <w:rPr>
                <w:b/>
                <w:sz w:val="18"/>
              </w:rPr>
              <w:t>Trauma Module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Sexual Abuse:</w:t>
            </w:r>
            <w:r>
              <w:t xml:space="preserve"> &amp;cltasm2437&amp; &amp;cltasm20069&amp; &amp;cltasm20070&amp;</w:t>
            </w:r>
          </w:p>
          <w:p w:rsidR="00B70A68" w:rsidRPr="0077136F" w:rsidRDefault="00B70A68" w:rsidP="0077136F">
            <w:r>
              <w:t>&amp;cltasmcmt2437&amp; &amp;cltasmcmt20069&amp; &amp;cltasmcmt20070&amp;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Physical Abuse:</w:t>
            </w:r>
            <w:r>
              <w:t xml:space="preserve"> &amp;cltasm2438&amp; &amp;cltasm20071&amp; &amp;cltasm20072&amp;</w:t>
            </w:r>
          </w:p>
          <w:p w:rsidR="00B70A68" w:rsidRPr="0077136F" w:rsidRDefault="00B70A68" w:rsidP="0077136F">
            <w:r>
              <w:t>&amp;cltasmcmt2438&amp; &amp;cltasmcmt20071&amp; &amp;cltasmcmt20072&amp;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Emotional Abuse:</w:t>
            </w:r>
            <w:r>
              <w:t xml:space="preserve"> &amp;cltasm2439&amp; &amp;cltasm20073&amp; &amp;cltasm20074&amp;</w:t>
            </w:r>
          </w:p>
          <w:p w:rsidR="00B70A68" w:rsidRPr="0077136F" w:rsidRDefault="00B70A68" w:rsidP="0077136F">
            <w:r>
              <w:t>&amp;cltasmcmt2439&amp; &amp;cltasmcmt20073&amp; &amp;cltasmcmt20074&amp;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Medical Trauma:</w:t>
            </w:r>
            <w:r>
              <w:t xml:space="preserve"> &amp;cltasm2440&amp; &amp;cltasm20075&amp; &amp;cltasm20076&amp;</w:t>
            </w:r>
          </w:p>
          <w:p w:rsidR="00B70A68" w:rsidRPr="0077136F" w:rsidRDefault="00B70A68" w:rsidP="0077136F">
            <w:r>
              <w:t>&amp;cltasmcmt2440&amp; &amp;cltasmcmt20075&amp; &amp;cltasmcmt20076&amp;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8C35EB">
            <w:r w:rsidRPr="00880B84">
              <w:rPr>
                <w:b/>
              </w:rPr>
              <w:t>Natural or Manmade Disaster:</w:t>
            </w:r>
            <w:r>
              <w:t xml:space="preserve"> &amp;cltasm2441&amp; &amp;cltasm20077&amp; &amp;cltasm20078&amp;</w:t>
            </w:r>
          </w:p>
          <w:p w:rsidR="00B70A68" w:rsidRPr="0077136F" w:rsidRDefault="00B70A68" w:rsidP="008C35EB">
            <w:r>
              <w:t>&amp;cltasmcmt2441&amp; &amp;cltasmcmt20077&amp; &amp;cltasmcmt20078&amp;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Witness to Family:</w:t>
            </w:r>
            <w:r>
              <w:t xml:space="preserve"> &amp;cltasm2442&amp; &amp;cltasm20079&amp; &amp;cltasm20080&amp;</w:t>
            </w:r>
          </w:p>
          <w:p w:rsidR="00B70A68" w:rsidRPr="0077136F" w:rsidRDefault="00B70A68" w:rsidP="0077136F">
            <w:r>
              <w:t>&amp;cltasmcmt2442&amp; &amp;cltasmcmt20079&amp; &amp;cltasmcmt20080&amp;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Community Violence:</w:t>
            </w:r>
            <w:r>
              <w:t xml:space="preserve"> &amp;cltasm2443&amp; &amp;cltasm20081&amp; &amp;cltasm20082&amp;</w:t>
            </w:r>
          </w:p>
          <w:p w:rsidR="00B70A68" w:rsidRPr="0077136F" w:rsidRDefault="00B70A68" w:rsidP="0077136F">
            <w:r>
              <w:t>&amp;cltasmcmt2443&amp; &amp;cltasmcmt20081&amp; &amp;cltasmcmt20082&amp;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Neglect:</w:t>
            </w:r>
            <w:r>
              <w:t xml:space="preserve"> &amp;cltasm2578&amp; &amp;cltasm2579&amp; &amp;cltasm2580&amp;</w:t>
            </w:r>
          </w:p>
          <w:p w:rsidR="00B70A68" w:rsidRPr="0077136F" w:rsidRDefault="00B70A68" w:rsidP="0077136F">
            <w:r>
              <w:t>&amp;cltasmcmt2578&amp; &amp;cltasmcmt2579&amp; &amp;cltasmcmt2580&amp;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Distruptions in Childgiving/attachement losses:</w:t>
            </w:r>
            <w:r>
              <w:t xml:space="preserve"> &amp;cltasm2581&amp; &amp;cltasm2582&amp; &amp;cltasm2583&amp;</w:t>
            </w:r>
          </w:p>
          <w:p w:rsidR="00B70A68" w:rsidRPr="0077136F" w:rsidRDefault="00B70A68" w:rsidP="0077136F">
            <w:r>
              <w:t>&amp;cltasmcmt2581&amp; &amp;cltasmcmt2582&amp; &amp;cltasmcmt2583&amp;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3635DE" w:rsidRDefault="00B70A68" w:rsidP="003635DE">
            <w:pPr>
              <w:rPr>
                <w:b/>
              </w:rPr>
            </w:pPr>
            <w:r>
              <w:rPr>
                <w:b/>
              </w:rPr>
              <w:t xml:space="preserve">War/Terrorism Affected: </w:t>
            </w:r>
            <w:r>
              <w:t xml:space="preserve">&amp;cltasm25116&amp; &amp;cltasmcmt25116&amp;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3635DE">
            <w:pPr>
              <w:rPr>
                <w:b/>
              </w:rPr>
            </w:pPr>
            <w:r>
              <w:rPr>
                <w:b/>
              </w:rPr>
              <w:t xml:space="preserve">Emotional and/or Physical Dysregulation: </w:t>
            </w:r>
            <w:r>
              <w:t xml:space="preserve">&amp;cltasm25120&amp; &amp;cltasmcmt25120&amp;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B50920">
            <w:pPr>
              <w:rPr>
                <w:b/>
              </w:rPr>
            </w:pPr>
            <w:r>
              <w:rPr>
                <w:b/>
              </w:rPr>
              <w:t xml:space="preserve">Intrusions (Re-experiencing): </w:t>
            </w:r>
            <w:r>
              <w:t xml:space="preserve">&amp;cltasm25121&amp; &amp;cltasmcmt25121&amp;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0E2788">
            <w:pPr>
              <w:rPr>
                <w:b/>
              </w:rPr>
            </w:pPr>
            <w:r>
              <w:rPr>
                <w:b/>
              </w:rPr>
              <w:t xml:space="preserve">Attachment Difficulties: </w:t>
            </w:r>
            <w:r>
              <w:t xml:space="preserve">&amp;cltasm25122&amp; &amp;cltasmcmt25122&amp;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0E2788">
            <w:pPr>
              <w:rPr>
                <w:b/>
              </w:rPr>
            </w:pPr>
            <w:r>
              <w:rPr>
                <w:b/>
              </w:rPr>
              <w:t xml:space="preserve">Dissociation: </w:t>
            </w:r>
            <w:r>
              <w:t xml:space="preserve">&amp;cltasm25123&amp; &amp;cltasmcmt25123&amp;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847024">
            <w:pPr>
              <w:rPr>
                <w:b/>
              </w:rPr>
            </w:pPr>
            <w:r>
              <w:rPr>
                <w:b/>
              </w:rPr>
              <w:t xml:space="preserve">Avoidance: </w:t>
            </w:r>
            <w:r>
              <w:t xml:space="preserve">&amp;cltasm25124&amp; &amp;cltasmcmt25124&amp;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847024">
            <w:pPr>
              <w:rPr>
                <w:b/>
              </w:rPr>
            </w:pPr>
            <w:r>
              <w:rPr>
                <w:b/>
              </w:rPr>
              <w:t xml:space="preserve">Traumatic Grief: </w:t>
            </w:r>
            <w:r>
              <w:t xml:space="preserve">&amp;cltasm25125&amp; &amp;cltasmcmt25125&amp;  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5C64F9" w:rsidP="0077136F">
            <w:r w:rsidRPr="00880B84">
              <w:rPr>
                <w:b/>
              </w:rPr>
              <w:lastRenderedPageBreak/>
              <w:t>Anger Control:</w:t>
            </w:r>
            <w:r>
              <w:t xml:space="preserve"> &amp;cltasm20091&amp;</w:t>
            </w:r>
          </w:p>
          <w:p w:rsidR="001113F0" w:rsidRPr="0077136F" w:rsidRDefault="0089444D" w:rsidP="0077136F">
            <w:r>
              <w:t>&amp;cltasmcmt20091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5C64F9" w:rsidP="0077136F">
            <w:r w:rsidRPr="00880B84">
              <w:rPr>
                <w:b/>
              </w:rPr>
              <w:t>Substance Use:</w:t>
            </w:r>
            <w:r>
              <w:t xml:space="preserve"> &amp;cltasm20092&amp;</w:t>
            </w:r>
          </w:p>
          <w:p w:rsidR="001113F0" w:rsidRPr="0077136F" w:rsidRDefault="0089444D" w:rsidP="0077136F">
            <w:r>
              <w:t>&amp;cltasmcmt20092</w:t>
            </w:r>
            <w:r w:rsidR="001113F0">
              <w:t>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D9D9D9"/>
          </w:tcPr>
          <w:p w:rsidR="00B70A68" w:rsidRPr="00343910" w:rsidRDefault="00B70A68" w:rsidP="00343910">
            <w:pPr>
              <w:jc w:val="center"/>
              <w:rPr>
                <w:b/>
              </w:rPr>
            </w:pPr>
            <w:r w:rsidRPr="00343910">
              <w:rPr>
                <w:b/>
                <w:sz w:val="18"/>
              </w:rPr>
              <w:t>Substance Abuse Module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Severity of Use:</w:t>
            </w:r>
            <w:r>
              <w:t xml:space="preserve"> &amp;cltasm2466&amp; &amp;cltasm20093&amp; &amp;cltasm20094&amp;</w:t>
            </w:r>
          </w:p>
          <w:p w:rsidR="00B70A68" w:rsidRPr="0077136F" w:rsidRDefault="00B70A68" w:rsidP="0077136F">
            <w:r>
              <w:t>&amp;cltasmcmt2466&amp;  &amp;cltasmcmt20093&amp; &amp;cltasmcmt20094&amp;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Duration of Use:</w:t>
            </w:r>
            <w:r>
              <w:t xml:space="preserve"> &amp;cltasm2467&amp; &amp;cltasm20095&amp; &amp;cltasm20096&amp;</w:t>
            </w:r>
          </w:p>
          <w:p w:rsidR="00B70A68" w:rsidRPr="0077136F" w:rsidRDefault="00B70A68" w:rsidP="0077136F">
            <w:r>
              <w:t>&amp;cltasmcmt2467&amp; &amp;cltasmcmt20095&amp; &amp;cltasmcmt20096&amp;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Stage of Recovery:</w:t>
            </w:r>
            <w:r>
              <w:t xml:space="preserve"> &amp;cltasm2468&amp; &amp;cltasm20097&amp; &amp;cltasm20098&amp;</w:t>
            </w:r>
          </w:p>
          <w:p w:rsidR="00B70A68" w:rsidRPr="0077136F" w:rsidRDefault="00B70A68" w:rsidP="0077136F">
            <w:r>
              <w:t>&amp;cltasmcmt2468&amp; &amp;cltasmcmt20097&amp; &amp;cltasmcmt20098&amp;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Peer Influences:</w:t>
            </w:r>
            <w:r>
              <w:t xml:space="preserve"> &amp;cltasm2469&amp; &amp;cltasm20099&amp; &amp;cltasm20100&amp;</w:t>
            </w:r>
          </w:p>
          <w:p w:rsidR="00B70A68" w:rsidRPr="0077136F" w:rsidRDefault="00B70A68" w:rsidP="0077136F">
            <w:r>
              <w:t>&amp;cltasmcmt2469&amp; &amp;cltasmcmt20099&amp;  &amp;cltasmcmt20100&amp;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Environmental Influences:</w:t>
            </w:r>
            <w:r>
              <w:t xml:space="preserve"> &amp;cltasm2470&amp; &amp;cltasm20101&amp; &amp;cltasm20102&amp;</w:t>
            </w:r>
          </w:p>
          <w:p w:rsidR="00B70A68" w:rsidRPr="0077136F" w:rsidRDefault="00B70A68" w:rsidP="0077136F">
            <w:r>
              <w:t>&amp;cltasmcmt2470&amp; &amp;cltasmcmt20101&amp; &amp;cltasmcmt20102&amp;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Recovery Support in Community:</w:t>
            </w:r>
            <w:r>
              <w:t xml:space="preserve"> &amp;cltasm2471&amp; &amp;cltasm20213&amp; &amp;cltasm20214&amp;</w:t>
            </w:r>
          </w:p>
          <w:p w:rsidR="00B70A68" w:rsidRPr="0077136F" w:rsidRDefault="00B70A68" w:rsidP="0077136F">
            <w:r>
              <w:t>&amp;cltasmcmt2471&amp;  &amp;cltasmcmt20213&amp; &amp;cltasmcmt20214&amp;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F7490C" w:rsidRDefault="00B70A68" w:rsidP="0077136F">
            <w:pPr>
              <w:rPr>
                <w:b/>
              </w:rPr>
            </w:pPr>
            <w:r>
              <w:rPr>
                <w:b/>
              </w:rPr>
              <w:t>Currently Pregnant:</w:t>
            </w:r>
            <w:r>
              <w:t xml:space="preserve"> &amp;cltasm25113&amp; &amp;cltasmcmt25113&amp;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595048" w:rsidRDefault="00B70A68" w:rsidP="0077136F">
            <w:r>
              <w:rPr>
                <w:b/>
              </w:rPr>
              <w:t xml:space="preserve">Substances Used: </w:t>
            </w:r>
            <w:r>
              <w:t xml:space="preserve">&amp;cltasm22662&amp; &amp;cltasmcmt22662&amp;  </w:t>
            </w: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17328B" w:rsidRPr="00DB4E3D" w:rsidTr="00DB4E3D">
              <w:tc>
                <w:tcPr>
                  <w:tcW w:w="10334" w:type="dxa"/>
                  <w:shd w:val="clear" w:color="auto" w:fill="D9D9D9"/>
                </w:tcPr>
                <w:p w:rsidR="0017328B" w:rsidRPr="00DB4E3D" w:rsidRDefault="00CC4E3E" w:rsidP="0077136F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Alcohol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A0525E" w:rsidP="009976F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Primary Route of Use:</w:t>
                  </w:r>
                  <w:r w:rsidR="00EE5C59" w:rsidRPr="00DB4E3D">
                    <w:rPr>
                      <w:b/>
                    </w:rPr>
                    <w:t xml:space="preserve"> </w:t>
                  </w:r>
                  <w:r w:rsidR="009976F7">
                    <w:t>&amp;cltasm</w:t>
                  </w:r>
                  <w:r w:rsidR="00E97A63">
                    <w:t>22663</w:t>
                  </w:r>
                  <w:r w:rsidR="009976F7">
                    <w:t>&amp; &amp;cltasmcmt</w:t>
                  </w:r>
                  <w:r w:rsidR="00E97A63">
                    <w:t>22663</w:t>
                  </w:r>
                  <w:r w:rsidR="009976F7">
                    <w:t xml:space="preserve">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E97A63">
                    <w:t xml:space="preserve">&amp;cltasm22664&amp; &amp;cltasmcmt22664&amp;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E97A63">
                    <w:t xml:space="preserve">&amp;cltasm22665&amp; &amp;cltasmcmt22665&amp;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E5C5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E97A63">
                    <w:t xml:space="preserve">&amp;cltasm22666&amp; &amp;cltasmcmt22666&amp;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E97A63">
                    <w:t xml:space="preserve">&amp;cltasm22667&amp; &amp;cltasmcmt22667&amp;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E97A63">
                    <w:t xml:space="preserve">&amp;cltasm22668&amp; &amp;cltasmcmt22668&amp;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E97A63">
                    <w:t xml:space="preserve">&amp;cltasm22669&amp; &amp;cltasmcmt22669&amp;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E97A63">
                    <w:t xml:space="preserve">&amp;cltasm22670&amp; &amp;cltasmcmt22670&amp;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E97A63">
                    <w:t xml:space="preserve">&amp;cltasm22671&amp; &amp;cltasmcmt22671&amp;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Prior Medication-Assisted Tx:</w:t>
                  </w:r>
                  <w:r w:rsidR="00D20941" w:rsidRPr="00DB4E3D">
                    <w:rPr>
                      <w:b/>
                    </w:rPr>
                    <w:t xml:space="preserve"> </w:t>
                  </w:r>
                  <w:r w:rsidR="00E97A63">
                    <w:t xml:space="preserve">&amp;cltasm22672&amp; &amp;cltasmcmt22672&amp;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Was Medication-Assisted Tx Helfpul:</w:t>
                  </w:r>
                  <w:r w:rsidR="00D20941" w:rsidRPr="00DB4E3D">
                    <w:rPr>
                      <w:b/>
                    </w:rPr>
                    <w:t xml:space="preserve"> </w:t>
                  </w:r>
                  <w:r w:rsidR="00E97A63">
                    <w:t xml:space="preserve">&amp;cltasm22673&amp; &amp;cltasmcmt22673&amp;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E97A63">
                    <w:t xml:space="preserve">&amp;cltasm22674&amp; &amp;cltasmcmt22674&amp;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E97A63">
                    <w:t xml:space="preserve">&amp;cltasm22675&amp; &amp;cltasmcmt22675&amp;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E97A63">
                    <w:t xml:space="preserve">&amp;cltasm22676&amp; &amp;cltasmcmt22676&amp;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E97A63">
                    <w:t xml:space="preserve">&amp;cltasm22677&amp; &amp;cltasmcmt22677&amp;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2D5005" w:rsidRPr="00DB4E3D" w:rsidTr="00DB4E3D">
              <w:tc>
                <w:tcPr>
                  <w:tcW w:w="10334" w:type="dxa"/>
                  <w:shd w:val="clear" w:color="auto" w:fill="D9D9D9"/>
                </w:tcPr>
                <w:p w:rsidR="002D5005" w:rsidRPr="00DB4E3D" w:rsidRDefault="002D5005" w:rsidP="002D5005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Cocaine/Crack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>
                    <w:t>&amp;cltasm</w:t>
                  </w:r>
                  <w:r w:rsidR="00B37DCE">
                    <w:t>22678</w:t>
                  </w:r>
                  <w:r>
                    <w:t>&amp; &amp;cltasmcmt</w:t>
                  </w:r>
                  <w:r w:rsidR="00B37DCE">
                    <w:t>22678</w:t>
                  </w:r>
                  <w:r>
                    <w:t xml:space="preserve">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B37DCE">
                    <w:t xml:space="preserve">&amp;cltasm22679&amp; &amp;cltasmcmt22679&amp;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B37DCE">
                    <w:t>&amp;cltasm226</w:t>
                  </w:r>
                  <w:r w:rsidR="002006D7">
                    <w:t>80</w:t>
                  </w:r>
                  <w:r w:rsidR="00B37DCE">
                    <w:t>&amp; &amp;cltasmcmt226</w:t>
                  </w:r>
                  <w:r w:rsidR="002006D7">
                    <w:t>80</w:t>
                  </w:r>
                  <w:r w:rsidR="00B37DCE">
                    <w:t xml:space="preserve">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2006D7">
                    <w:t xml:space="preserve">&amp;cltasm22681&amp; &amp;cltasmcmt22681&amp;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2006D7">
                    <w:t xml:space="preserve">&amp;cltasm22682&amp; &amp;cltasmcmt22682&amp;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2006D7">
                    <w:t xml:space="preserve">&amp;cltasm22683&amp; &amp;cltasmcmt22683&amp;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2006D7">
                    <w:t xml:space="preserve">&amp;cltasm22684&amp; &amp;cltasmcmt22684&amp;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2006D7">
                    <w:t xml:space="preserve">&amp;cltasm22685&amp; &amp;cltasmcmt22685&amp;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2006D7">
                    <w:t xml:space="preserve">&amp;cltasm22686&amp; &amp;cltasmcmt22686&amp;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2006D7">
                    <w:t xml:space="preserve">&amp;cltasm22687&amp; &amp;cltasmcmt22687&amp;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2006D7">
                    <w:t xml:space="preserve">&amp;cltasm22688&amp; &amp;cltasmcmt22688&amp;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2006D7">
                    <w:t xml:space="preserve">&amp;cltasm22689&amp; &amp;cltasmcmt22689&amp;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2006D7">
                    <w:t xml:space="preserve">&amp;cltasm22690&amp; &amp;cltasmcmt22690&amp;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067D5E">
                    <w:t xml:space="preserve">&amp;cltasm22691&amp; &amp;cltasmcmt22691&amp;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067D5E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067D5E">
                    <w:t xml:space="preserve">&amp;cltasm22692&amp; &amp;cltasmcmt22692&amp;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Marijuana/Hashish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9966F8">
                    <w:t xml:space="preserve">&amp;cltasm22693&amp; &amp;cltasmcmt22693&amp;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9966F8">
                    <w:t xml:space="preserve">&amp;cltasm22694&amp; &amp;cltasmcmt22694&amp;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9966F8">
                    <w:t xml:space="preserve">&amp;cltasm22695&amp; &amp;cltasmcmt22695&amp;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9966F8">
                    <w:t xml:space="preserve">&amp;cltasm22696&amp; &amp;cltasmcmt22696&amp;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9966F8">
                    <w:t xml:space="preserve">&amp;cltasm22697&amp; &amp;cltasmcmt22697&amp;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9966F8">
                    <w:t xml:space="preserve">&amp;cltasm22698&amp; &amp;cltasmcmt22698&amp;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9966F8">
                    <w:t xml:space="preserve">&amp;cltasm22699&amp; &amp;cltasmcmt22699&amp;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9966F8">
                    <w:t xml:space="preserve">&amp;cltasm22700&amp; &amp;cltasmcmt22700&amp;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9966F8">
                    <w:t>&amp;cltasm2</w:t>
                  </w:r>
                  <w:r w:rsidR="00360D14">
                    <w:t>5000</w:t>
                  </w:r>
                  <w:r w:rsidR="009966F8">
                    <w:t>&amp; &amp;cltasmcmt2</w:t>
                  </w:r>
                  <w:r w:rsidR="00360D14">
                    <w:t>5000</w:t>
                  </w:r>
                  <w:r w:rsidR="009966F8">
                    <w:t xml:space="preserve">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360D14">
                    <w:t xml:space="preserve">&amp;cltasm25001&amp; &amp;cltasmcmt25001&amp;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360D14">
                    <w:t xml:space="preserve">&amp;cltasm25002&amp; &amp;cltasmcmt25002&amp;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9966F8">
                    <w:t xml:space="preserve"> </w:t>
                  </w:r>
                  <w:r w:rsidR="00360D14">
                    <w:t xml:space="preserve">&amp;cltasm25003&amp; &amp;cltasmcmt25003&amp;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360D14">
                    <w:t xml:space="preserve">&amp;cltasm25004&amp; &amp;cltasmcmt25004&amp;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360D14">
                    <w:t xml:space="preserve">&amp;cltasm25005&amp; &amp;cltasmcmt25005&amp;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360D14">
                    <w:t xml:space="preserve">&amp;cltasm25006&amp; &amp;cltasmcmt25006&amp;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PCP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10198D">
                    <w:t xml:space="preserve">&amp;cltasm25007&amp; &amp;cltasmcmt25007&amp;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10198D">
                    <w:t xml:space="preserve">&amp;cltasm25008&amp; &amp;cltasmcmt25008&amp;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10198D">
                    <w:t xml:space="preserve">&amp;cltasm25009&amp; &amp;cltasmcmt25009&amp;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10198D">
                    <w:t xml:space="preserve">&amp;cltasm25010&amp; &amp;cltasmcmt25010&amp;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7F0186">
                    <w:t xml:space="preserve">&amp;cltasm25011&amp; &amp;cltasmcmt25011&amp;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7F0186">
                    <w:t xml:space="preserve">&amp;cltasm25012&amp; &amp;cltasmcmt25012&amp;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7F0186">
                    <w:t xml:space="preserve">&amp;cltasm25013&amp; &amp;cltasmcmt25013&amp;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7F0186">
                    <w:t xml:space="preserve">&amp;cltasm25014&amp; &amp;cltasmcmt25014&amp;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7F0186">
                    <w:t xml:space="preserve">&amp;cltasm25015&amp; &amp;cltasmcmt25015&amp;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7F0186">
                    <w:t xml:space="preserve">&amp;cltasm25016&amp; &amp;cltasmcmt25016&amp;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7F0186">
                    <w:t xml:space="preserve">&amp;cltasm25017&amp; &amp;cltasmcmt25017&amp;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7F0186">
                    <w:t xml:space="preserve">&amp;cltasm25018&amp; &amp;cltasmcmt25018&amp;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7F0186">
                    <w:t xml:space="preserve">&amp;cltasm25019&amp; &amp;cltasmcmt25019&amp;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7F0186">
                    <w:t xml:space="preserve">&amp;cltasm25020&amp; &amp;cltasmcmt25020&amp;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7F0186">
                    <w:t xml:space="preserve">&amp;cltasm25021&amp; &amp;cltasmcmt25021&amp;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Methamphetamines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7F0186">
                    <w:t>&amp;cltasm2502</w:t>
                  </w:r>
                  <w:r w:rsidR="004D3DDC">
                    <w:t>2</w:t>
                  </w:r>
                  <w:r w:rsidR="007F0186">
                    <w:t>&amp; &amp;cltasmcmt2502</w:t>
                  </w:r>
                  <w:r w:rsidR="004D3DDC">
                    <w:t>2</w:t>
                  </w:r>
                  <w:r w:rsidR="007F0186">
                    <w:t xml:space="preserve">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4D3DDC">
                    <w:t xml:space="preserve">&amp;cltasm25023&amp; &amp;cltasmcmt25023&amp;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4D3DDC">
                    <w:t xml:space="preserve">&amp;cltasm25024&amp; &amp;cltasmcmt25024&amp;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4D3DDC">
                    <w:t xml:space="preserve">&amp;cltasm25025&amp; &amp;cltasmcmt25025&amp;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4D3DDC">
                    <w:t xml:space="preserve">&amp;cltasm25026&amp; &amp;cltasmcmt25026&amp;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4D3DDC">
                    <w:t xml:space="preserve">&amp;cltasm25027&amp; &amp;cltasmcmt25027&amp;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4D3DDC">
                    <w:t xml:space="preserve">&amp;cltasm25028&amp; &amp;cltasmcmt25028&amp;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4D3DDC">
                    <w:t xml:space="preserve">&amp;cltasm25029&amp; &amp;cltasmcmt25029&amp;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4D3DDC">
                    <w:t xml:space="preserve">&amp;cltasm25030&amp; &amp;cltasmcmt25030&amp;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170669">
                    <w:t xml:space="preserve">&amp;cltasm25031&amp; &amp;cltasmcmt25031&amp;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170669">
                    <w:t xml:space="preserve">&amp;cltasm25032&amp; &amp;cltasmcmt25032&amp;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170669">
                    <w:t xml:space="preserve">&amp;cltasm25033&amp; &amp;cltasmcmt25033&amp;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170669">
                    <w:t xml:space="preserve">&amp;cltasm25034&amp; &amp;cltasmcmt25034&amp;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170669">
                    <w:t xml:space="preserve">&amp;cltasm25035&amp; &amp;cltasmcmt25035&amp;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170669">
                    <w:t xml:space="preserve">&amp;cltasm25036&amp; &amp;cltasmcmt25036&amp;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Benzodiazepines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170669">
                    <w:t>&amp;cltasm2503</w:t>
                  </w:r>
                  <w:r w:rsidR="008C3BF8">
                    <w:t>7</w:t>
                  </w:r>
                  <w:r w:rsidR="00170669">
                    <w:t>&amp; &amp;cltasmcmt2503</w:t>
                  </w:r>
                  <w:r w:rsidR="008C3BF8">
                    <w:t>7</w:t>
                  </w:r>
                  <w:r w:rsidR="00170669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8C3BF8">
                    <w:t xml:space="preserve">&amp;cltasm25038&amp; &amp;cltasmcmt25038&amp;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8C3BF8">
                    <w:t xml:space="preserve">&amp;cltasm25039&amp; &amp;cltasmcmt25039&amp;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8C3BF8">
                    <w:t xml:space="preserve">&amp;cltasm25040&amp; &amp;cltasmcmt25040&amp;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8C3BF8">
                    <w:t>&amp;cltasm2504</w:t>
                  </w:r>
                  <w:r w:rsidR="003C5C1F">
                    <w:t>1</w:t>
                  </w:r>
                  <w:r w:rsidR="008C3BF8">
                    <w:t>&amp; &amp;cltasmcmt2504</w:t>
                  </w:r>
                  <w:r w:rsidR="003C5C1F">
                    <w:t>1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8C3BF8">
                    <w:t>&amp;cltasm2504</w:t>
                  </w:r>
                  <w:r w:rsidR="003C5C1F">
                    <w:t>2</w:t>
                  </w:r>
                  <w:r w:rsidR="008C3BF8">
                    <w:t>&amp; &amp;cltasmcmt2504</w:t>
                  </w:r>
                  <w:r w:rsidR="003C5C1F">
                    <w:t>2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8C3BF8">
                    <w:t>&amp;cltasm2504</w:t>
                  </w:r>
                  <w:r w:rsidR="003C5C1F">
                    <w:t>3</w:t>
                  </w:r>
                  <w:r w:rsidR="008C3BF8">
                    <w:t>&amp; &amp;cltasmcmt2504</w:t>
                  </w:r>
                  <w:r w:rsidR="003C5C1F">
                    <w:t>3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8C3BF8">
                    <w:t>&amp;cltasm2504</w:t>
                  </w:r>
                  <w:r w:rsidR="003C5C1F">
                    <w:t>4</w:t>
                  </w:r>
                  <w:r w:rsidR="008C3BF8">
                    <w:t>&amp; &amp;cltasmcmt2504</w:t>
                  </w:r>
                  <w:r w:rsidR="003C5C1F">
                    <w:t>4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8C3BF8">
                    <w:t>&amp;cltasm2504</w:t>
                  </w:r>
                  <w:r w:rsidR="003C5C1F">
                    <w:t>5</w:t>
                  </w:r>
                  <w:r w:rsidR="008C3BF8">
                    <w:t>&amp; &amp;cltasmcmt2504</w:t>
                  </w:r>
                  <w:r w:rsidR="003C5C1F">
                    <w:t>5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8C3BF8">
                    <w:t>&amp;cltasm2504</w:t>
                  </w:r>
                  <w:r w:rsidR="003C5C1F">
                    <w:t>6</w:t>
                  </w:r>
                  <w:r w:rsidR="008C3BF8">
                    <w:t>&amp; &amp;cltasmcmt2504</w:t>
                  </w:r>
                  <w:r w:rsidR="003C5C1F">
                    <w:t>6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8C3BF8">
                    <w:t>&amp;cltasm2504</w:t>
                  </w:r>
                  <w:r w:rsidR="003C5C1F">
                    <w:t>7</w:t>
                  </w:r>
                  <w:r w:rsidR="008C3BF8">
                    <w:t>&amp; &amp;cltasmcmt2504</w:t>
                  </w:r>
                  <w:r w:rsidR="003C5C1F">
                    <w:t>7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8C3BF8">
                    <w:t>&amp;cltasm2504</w:t>
                  </w:r>
                  <w:r w:rsidR="003C5C1F">
                    <w:t>8</w:t>
                  </w:r>
                  <w:r w:rsidR="008C3BF8">
                    <w:t>&amp; &amp;cltasmcmt2504</w:t>
                  </w:r>
                  <w:r w:rsidR="003C5C1F">
                    <w:t>8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8C3BF8">
                    <w:t>&amp;cltasm2504</w:t>
                  </w:r>
                  <w:r w:rsidR="003C5C1F">
                    <w:t>9</w:t>
                  </w:r>
                  <w:r w:rsidR="008C3BF8">
                    <w:t>&amp; &amp;cltasmcmt2504</w:t>
                  </w:r>
                  <w:r w:rsidR="003C5C1F">
                    <w:t>9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8C3BF8">
                    <w:t>&amp;cltasm250</w:t>
                  </w:r>
                  <w:r w:rsidR="003C5C1F">
                    <w:t>50</w:t>
                  </w:r>
                  <w:r w:rsidR="008C3BF8">
                    <w:t>&amp; &amp;cltasmcmt250</w:t>
                  </w:r>
                  <w:r w:rsidR="003C5C1F">
                    <w:t>50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3C5C1F">
                    <w:t xml:space="preserve">&amp;cltasm25051&amp; &amp;cltasmcmt25051&amp;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Barbiturates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23208C">
                    <w:t xml:space="preserve">&amp;cltasm25052&amp; &amp;cltasmcmt25052&amp;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23208C">
                    <w:t xml:space="preserve">&amp;cltasm25053&amp; &amp;cltasmcmt25053&amp;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23208C">
                    <w:t xml:space="preserve">&amp;cltasm25054&amp; &amp;cltasmcmt25054&amp;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23208C">
                    <w:t xml:space="preserve">&amp;cltasm25055&amp; &amp;cltasmcmt25055&amp;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23208C">
                    <w:t xml:space="preserve">&amp;cltasm25056&amp; &amp;cltasmcmt25056&amp;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23208C">
                    <w:t xml:space="preserve">&amp;cltasm25057&amp; &amp;cltasmcmt25057&amp;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23208C">
                    <w:t xml:space="preserve">&amp;cltasm25058&amp; &amp;cltasmcmt25058&amp;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23208C">
                    <w:t xml:space="preserve">&amp;cltasm25059&amp; &amp;cltasmcmt25059&amp;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23208C">
                    <w:t xml:space="preserve">&amp;cltasm25060&amp; &amp;cltasmcmt25060&amp;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A05DE7">
                    <w:t xml:space="preserve">&amp;cltasm25061&amp; &amp;cltasmcmt25061&amp;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A05DE7">
                    <w:t xml:space="preserve">&amp;cltasm25062&amp; &amp;cltasmcmt25062&amp;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A05DE7">
                    <w:t xml:space="preserve">&amp;cltasm25063&amp; &amp;cltasmcmt25063&amp;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A05DE7">
                    <w:t xml:space="preserve">&amp;cltasm25064&amp; &amp;cltasmcmt25064&amp;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A05DE7">
                    <w:t xml:space="preserve">&amp;cltasm25065&amp; &amp;cltasmcmt25065&amp;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A05DE7">
                    <w:t xml:space="preserve">&amp;cltasm25066&amp; &amp;cltasmcmt25066&amp;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Inhalants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D75591">
                    <w:t xml:space="preserve">&amp;cltasm25067&amp; &amp;cltasmcmt25067&amp;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D75591">
                    <w:t xml:space="preserve">&amp;cltasm25068&amp; &amp;cltasmcmt25068&amp;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D75591">
                    <w:t xml:space="preserve">&amp;cltasm25069&amp; &amp;cltasmcmt25069&amp;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D75591">
                    <w:t xml:space="preserve">&amp;cltasm25070&amp; &amp;cltasmcmt25070&amp;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037799">
                    <w:t xml:space="preserve">&amp;cltasm25071&amp; &amp;cltasmcmt25071&amp;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037799">
                    <w:t xml:space="preserve">&amp;cltasm25072&amp; &amp;cltasmcmt25072&amp;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037799">
                    <w:t xml:space="preserve">&amp;cltasm25073&amp; &amp;cltasmcmt25073&amp;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037799">
                    <w:t xml:space="preserve">&amp;cltasm25074&amp; &amp;cltasmcmt25074&amp;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037799">
                    <w:t xml:space="preserve">&amp;cltasm25075&amp; &amp;cltasmcmt25075&amp;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037799">
                    <w:t xml:space="preserve">&amp;cltasm25076&amp; &amp;cltasmcmt25076&amp;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037799">
                    <w:t xml:space="preserve">&amp;cltasm25077&amp; &amp;cltasmcmt25077&amp;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037799">
                    <w:t xml:space="preserve">&amp;cltasm25078&amp; &amp;cltasmcmt25078&amp;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037799">
                    <w:t xml:space="preserve">&amp;cltasm25079&amp; &amp;cltasmcmt25079&amp;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037799">
                    <w:t xml:space="preserve">&amp;cltasm25080&amp; &amp;cltasmcmt25080&amp;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037799">
                    <w:t xml:space="preserve">&amp;cltasm25081&amp; &amp;cltasmcmt25081&amp;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Heroin, Non-Rx Methadone, Opiates, or Synthetic Opiates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CD075B">
                    <w:t xml:space="preserve">&amp;cltasm25082&amp; &amp;cltasmcmt25082&amp;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CD075B">
                    <w:t xml:space="preserve">&amp;cltasm25083&amp; &amp;cltasmcmt25083&amp;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CD075B">
                    <w:t xml:space="preserve">&amp;cltasm25084&amp; &amp;cltasmcmt25084&amp;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CD075B">
                    <w:t xml:space="preserve">&amp;cltasm25085&amp; &amp;cltasmcmt25085&amp;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CD075B">
                    <w:t xml:space="preserve">&amp;cltasm25086&amp; &amp;cltasmcmt25086&amp;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CD075B">
                    <w:t xml:space="preserve">&amp;cltasm25087&amp; &amp;cltasmcmt25087&amp;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CD075B">
                    <w:t xml:space="preserve">&amp;cltasm25088&amp; &amp;cltasmcmt25088&amp;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CD075B">
                    <w:t xml:space="preserve">&amp;cltasm25089&amp; &amp;cltasmcmt25089&amp;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CD075B">
                    <w:t xml:space="preserve">&amp;cltasm25090&amp; &amp;cltasmcmt25090&amp;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E75053">
                    <w:t xml:space="preserve">&amp;cltasm25091&amp; &amp;cltasmcmt25091&amp;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E75053">
                    <w:t xml:space="preserve">&amp;cltasm25092&amp; &amp;cltasmcmt25092&amp;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E75053">
                    <w:t xml:space="preserve">&amp;cltasm25093&amp; &amp;cltasmcmt25093&amp;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E75053">
                    <w:t xml:space="preserve">&amp;cltasm25094&amp; &amp;cltasmcmt25094&amp;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E75053">
                    <w:t xml:space="preserve">&amp;cltasm25095&amp; &amp;cltasmcmt25095&amp;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FE362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E75053">
                    <w:t>&amp;cltasm25</w:t>
                  </w:r>
                  <w:r w:rsidR="00FE362F">
                    <w:t>111</w:t>
                  </w:r>
                  <w:r w:rsidR="00E75053">
                    <w:t>&amp; &amp;cltasmcmt25</w:t>
                  </w:r>
                  <w:r w:rsidR="00FE362F">
                    <w:t>111</w:t>
                  </w:r>
                  <w:r w:rsidR="00E75053">
                    <w:t xml:space="preserve">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Other Substance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311456">
                    <w:t xml:space="preserve">&amp;cltasm25096&amp; &amp;cltasmcmt25096&amp;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311456">
                    <w:t xml:space="preserve">&amp;cltasm25097&amp; &amp;cltasmcmt25097&amp;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311456">
                    <w:t xml:space="preserve">&amp;cltasm25098&amp; &amp;cltasmcmt25098&amp;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311456">
                    <w:t xml:space="preserve">&amp;cltasm25099&amp; &amp;cltasmcmt25099&amp;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311456">
                    <w:t xml:space="preserve">&amp;cltasm25100&amp; &amp;cltasmcmt25100&amp;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160DD3">
                    <w:t xml:space="preserve">&amp;cltasm25101&amp; &amp;cltasmcmt25101&amp;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160DD3">
                    <w:t xml:space="preserve">&amp;cltasm25102&amp; &amp;cltasmcmt25102&amp;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160DD3">
                    <w:t xml:space="preserve">&amp;cltasm25103&amp; &amp;cltasmcmt25103&amp;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160DD3">
                    <w:t xml:space="preserve">&amp;cltasm25104&amp; &amp;cltasmcmt25104&amp;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160DD3">
                    <w:t xml:space="preserve">&amp;cltasm25105&amp; &amp;cltasmcmt25105&amp;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160DD3">
                    <w:t xml:space="preserve">&amp;cltasm25106&amp; &amp;cltasmcmt25106&amp;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160DD3">
                    <w:t xml:space="preserve">&amp;cltasm25107&amp; &amp;cltasmcmt25107&amp;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160DD3">
                    <w:t xml:space="preserve">&amp;cltasm25108&amp; &amp;cltasmcmt25108&amp;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160DD3">
                    <w:t xml:space="preserve">&amp;cltasm25109&amp; &amp;cltasmcmt25109&amp;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160DD3">
                    <w:t xml:space="preserve">&amp;cltasm25110&amp; &amp;cltasmcmt25110&amp;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455DF7" w:rsidRDefault="00455DF7" w:rsidP="00455DF7">
            <w:r>
              <w:rPr>
                <w:b/>
              </w:rPr>
              <w:t xml:space="preserve">Acute Intoxication: </w:t>
            </w:r>
            <w:r>
              <w:t xml:space="preserve">&amp;cltasm22649&amp; &amp;cltasmcmt22649&amp; 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1F1606" w:rsidRDefault="001F1606" w:rsidP="001F1606">
            <w:pPr>
              <w:rPr>
                <w:b/>
              </w:rPr>
            </w:pPr>
            <w:r>
              <w:rPr>
                <w:b/>
              </w:rPr>
              <w:t xml:space="preserve">Withdrawal History: </w:t>
            </w:r>
            <w:r>
              <w:t xml:space="preserve">&amp;cltasm22650&amp; &amp;cltasmcmt22650&amp; 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ED0228" w:rsidRDefault="00ED0228" w:rsidP="00ED0228">
            <w:pPr>
              <w:rPr>
                <w:b/>
              </w:rPr>
            </w:pPr>
            <w:r>
              <w:rPr>
                <w:b/>
              </w:rPr>
              <w:t xml:space="preserve">Awareness of Relapse Triggers: </w:t>
            </w:r>
            <w:r>
              <w:t xml:space="preserve">&amp;cltasm22651&amp; &amp;cltasmcmt22651&amp; 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AC2DD4" w:rsidRDefault="00AC2DD4" w:rsidP="00AC2DD4">
            <w:pPr>
              <w:rPr>
                <w:b/>
              </w:rPr>
            </w:pPr>
            <w:r>
              <w:rPr>
                <w:b/>
              </w:rPr>
              <w:t xml:space="preserve">Withdrawal Risks: </w:t>
            </w:r>
            <w:r>
              <w:t xml:space="preserve">&amp;cltasm22659&amp; &amp;cltasmcmt22659&amp;  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880B84">
              <w:rPr>
                <w:b/>
              </w:rPr>
              <w:t>Eating Disturbances:</w:t>
            </w:r>
            <w:r>
              <w:t xml:space="preserve"> &amp;cltasm20103&amp;</w:t>
            </w:r>
          </w:p>
          <w:p w:rsidR="00652EA8" w:rsidRPr="0077136F" w:rsidRDefault="00652EA8" w:rsidP="00652EA8">
            <w:r>
              <w:t>&amp;cltasmcmt20103&amp;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880B84" w:rsidRDefault="00652EA8" w:rsidP="00652EA8">
            <w:pPr>
              <w:jc w:val="center"/>
              <w:rPr>
                <w:b/>
              </w:rPr>
            </w:pPr>
            <w:r w:rsidRPr="00880B84">
              <w:rPr>
                <w:b/>
              </w:rPr>
              <w:t>Behavioral Health Needs Domain Summary: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Pr="000B58E8" w:rsidRDefault="00652EA8" w:rsidP="00652EA8">
            <w:r>
              <w:t>&amp;cltasm12479&amp;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20"/>
              </w:rPr>
              <w:t>Risk Behaviors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Risk:</w:t>
            </w:r>
            <w:r>
              <w:t xml:space="preserve"> &amp;cltasm2473&amp;</w:t>
            </w:r>
          </w:p>
          <w:p w:rsidR="00652EA8" w:rsidRPr="0077136F" w:rsidRDefault="00652EA8" w:rsidP="00652EA8">
            <w:r>
              <w:t>&amp;cltasmcmt2473&amp;</w:t>
            </w:r>
          </w:p>
        </w:tc>
      </w:tr>
      <w:tr w:rsidR="00652EA8" w:rsidRPr="00F74444" w:rsidTr="001360AA">
        <w:trPr>
          <w:cantSplit/>
          <w:trHeight w:val="5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18"/>
              </w:rPr>
              <w:t>Suicide Module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Ideation:</w:t>
            </w:r>
            <w:r>
              <w:t xml:space="preserve"> &amp;cltasm2472&amp; &amp;cltasm2474&amp; &amp;cltasm2475&amp;</w:t>
            </w:r>
          </w:p>
          <w:p w:rsidR="00652EA8" w:rsidRPr="0077136F" w:rsidRDefault="00652EA8" w:rsidP="00652EA8">
            <w:r>
              <w:t>&amp;cltasmcmt2472&amp; &amp;cltasmcmt2474&amp; &amp;cltasmcmt2475&amp;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Intent:</w:t>
            </w:r>
            <w:r>
              <w:t xml:space="preserve"> &amp;cltasm2476&amp; &amp;cltasm2477&amp; &amp;cltasm2478&amp;</w:t>
            </w:r>
          </w:p>
          <w:p w:rsidR="00652EA8" w:rsidRPr="0077136F" w:rsidRDefault="00652EA8" w:rsidP="00652EA8">
            <w:r>
              <w:t>&amp;cltasmcmt2476&amp; &amp;cltasmcmt2477&amp; &amp;cltasmcmt2478&amp;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Planning:</w:t>
            </w:r>
            <w:r>
              <w:t xml:space="preserve"> &amp;cltasm2479&amp; &amp;cltasm2480&amp; &amp;cltasm2481&amp;</w:t>
            </w:r>
          </w:p>
          <w:p w:rsidR="00652EA8" w:rsidRPr="0077136F" w:rsidRDefault="00652EA8" w:rsidP="00652EA8">
            <w:r>
              <w:t>&amp;cltasmcmt2479&amp; &amp;cltasmcmt2480&amp; &amp;cltasmcmt2481&amp;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History:</w:t>
            </w:r>
            <w:r>
              <w:t xml:space="preserve"> &amp;cltasm2482&amp; &amp;cltasm2483&amp; &amp;cltasm2484&amp;</w:t>
            </w:r>
          </w:p>
          <w:p w:rsidR="00652EA8" w:rsidRPr="0077136F" w:rsidRDefault="00652EA8" w:rsidP="00652EA8">
            <w:r>
              <w:t>&amp;cltasmcmt2482&amp; &amp;cltasmcmt2483&amp; &amp;cltasmcmt2484&amp;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Danger to Others:</w:t>
            </w:r>
            <w:r>
              <w:t xml:space="preserve"> &amp;cltasm2488&amp; </w:t>
            </w:r>
          </w:p>
          <w:p w:rsidR="00652EA8" w:rsidRPr="0077136F" w:rsidRDefault="00652EA8" w:rsidP="00652EA8">
            <w:r>
              <w:t>&amp;cltasmcmt2488&amp;</w:t>
            </w:r>
          </w:p>
        </w:tc>
      </w:tr>
      <w:tr w:rsidR="00652EA8" w:rsidRPr="00F74444" w:rsidTr="001360AA">
        <w:trPr>
          <w:cantSplit/>
          <w:trHeight w:val="43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18"/>
              </w:rPr>
              <w:t>Dangerousness Module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Intent:</w:t>
            </w:r>
            <w:r>
              <w:t xml:space="preserve"> &amp;cltasm2485&amp; &amp;cltasm2486&amp; &amp;cltasm2487&amp;</w:t>
            </w:r>
          </w:p>
          <w:p w:rsidR="00652EA8" w:rsidRPr="0077136F" w:rsidRDefault="00652EA8" w:rsidP="00652EA8">
            <w:r>
              <w:t>&amp;cltasmcmt2485&amp; &amp;cltasmcmt2486&amp; &amp;cltasmcmt2487&amp;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Planning:</w:t>
            </w:r>
            <w:r>
              <w:t xml:space="preserve"> &amp;cltasm2489&amp; &amp;cltasm2490&amp; &amp;cltasm2491&amp;</w:t>
            </w:r>
          </w:p>
          <w:p w:rsidR="00652EA8" w:rsidRPr="0077136F" w:rsidRDefault="00652EA8" w:rsidP="00652EA8">
            <w:r>
              <w:t>&amp;cltasmcmt2489&amp; &amp;cltasmcmt2490&amp; &amp;cltasmcmt2491&amp;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Violence History:</w:t>
            </w:r>
            <w:r>
              <w:t xml:space="preserve"> &amp;cltasm2492&amp; &amp;cltasm2493&amp; &amp;cltasm2494&amp;</w:t>
            </w:r>
          </w:p>
          <w:p w:rsidR="00652EA8" w:rsidRPr="0077136F" w:rsidRDefault="00652EA8" w:rsidP="00652EA8">
            <w:r>
              <w:t>&amp;cltasmcmt2492&amp; &amp;cltasmcmt2493&amp; &amp;cltasmcmt2494&amp;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Frustration Management:</w:t>
            </w:r>
            <w:r>
              <w:t xml:space="preserve"> &amp;cltasm2495&amp; &amp;cltasm2496&amp; &amp;cltasm2497&amp;</w:t>
            </w:r>
          </w:p>
          <w:p w:rsidR="00652EA8" w:rsidRPr="0077136F" w:rsidRDefault="00652EA8" w:rsidP="00652EA8">
            <w:r>
              <w:t>&amp;cltasmcmt2495&amp;  &amp;cltasmcmt2496&amp;  &amp;cltasmcmt2497&amp;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Hostility:</w:t>
            </w:r>
            <w:r>
              <w:t xml:space="preserve"> &amp;cltasm2498&amp; &amp;cltasm2499&amp; &amp;cltasm2500&amp;</w:t>
            </w:r>
          </w:p>
          <w:p w:rsidR="00652EA8" w:rsidRPr="0077136F" w:rsidRDefault="00652EA8" w:rsidP="00652EA8">
            <w:r>
              <w:t>&amp;cltasmcmt2498&amp; &amp;cltasmcmt2499&amp; &amp;cltasmcmt2500&amp;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Paranoid Thinking:</w:t>
            </w:r>
            <w:r>
              <w:t xml:space="preserve"> &amp;cltasm2501&amp; &amp;cltasm2502&amp; &amp;cltasm2503&amp;</w:t>
            </w:r>
          </w:p>
          <w:p w:rsidR="00652EA8" w:rsidRPr="0077136F" w:rsidRDefault="00652EA8" w:rsidP="00652EA8">
            <w:r>
              <w:t>&amp;cltasmcmt2501&amp; &amp;cltasmcmt2502&amp; &amp;cltasmcmt2503&amp;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Secondary Gains from Anger:</w:t>
            </w:r>
            <w:r>
              <w:t xml:space="preserve"> &amp;cltasm2504&amp; &amp;cltasm2505&amp; &amp;cltasm2506&amp;</w:t>
            </w:r>
          </w:p>
          <w:p w:rsidR="00652EA8" w:rsidRPr="0077136F" w:rsidRDefault="00652EA8" w:rsidP="00652EA8">
            <w:r>
              <w:t>&amp;cltasmcmt2504&amp; &amp;cltasmcmt2505&amp; &amp;cltasmcmt2506&amp;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Violent Thinking:</w:t>
            </w:r>
            <w:r>
              <w:t xml:space="preserve"> &amp;cltasm2507&amp; &amp;cltasm2508&amp; &amp;cltasm2509&amp;</w:t>
            </w:r>
          </w:p>
          <w:p w:rsidR="00652EA8" w:rsidRPr="0077136F" w:rsidRDefault="00652EA8" w:rsidP="00652EA8">
            <w:r>
              <w:t>&amp;cltasmcmt2507&amp; &amp;cltasmcmt2508&amp; &amp;cltasmcmt2509&amp;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Awareness of Violence potential:</w:t>
            </w:r>
            <w:r>
              <w:t xml:space="preserve"> &amp;cltasm2510&amp; &amp;cltasm2511&amp; &amp;cltasm2512&amp;</w:t>
            </w:r>
          </w:p>
          <w:p w:rsidR="00652EA8" w:rsidRPr="0077136F" w:rsidRDefault="00652EA8" w:rsidP="00652EA8">
            <w:r>
              <w:t>&amp;cltasmcmt2510&amp; &amp;cltasmcmt2511&amp; &amp;cltasmcmt2512&amp;</w:t>
            </w:r>
          </w:p>
        </w:tc>
      </w:tr>
      <w:tr w:rsidR="00652EA8" w:rsidRPr="00F74444" w:rsidTr="001360AA">
        <w:trPr>
          <w:cantSplit/>
          <w:trHeight w:val="43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Response to Consequences:</w:t>
            </w:r>
            <w:r>
              <w:t xml:space="preserve"> &amp;cltasm2513&amp; &amp;cltasm2514&amp; &amp;cltasm2515&amp;</w:t>
            </w:r>
          </w:p>
          <w:p w:rsidR="00652EA8" w:rsidRPr="0077136F" w:rsidRDefault="00652EA8" w:rsidP="00652EA8">
            <w:r>
              <w:t>&amp;cltasmcmt2513&amp; &amp;cltasmcmt2514&amp; &amp;cltasmcmt2515&amp;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Commitment to Self-Control:</w:t>
            </w:r>
            <w:r>
              <w:t xml:space="preserve"> &amp;cltasm2516&amp; &amp;cltasm2517&amp; &amp;cltasm2518&amp;</w:t>
            </w:r>
          </w:p>
          <w:p w:rsidR="00652EA8" w:rsidRPr="0077136F" w:rsidRDefault="00652EA8" w:rsidP="00652EA8">
            <w:r>
              <w:t>&amp;cltasmcmt2516&amp; &amp;cltasmcmt2517&amp; &amp;cltasmcmt2518&amp;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Treatment Involvement:</w:t>
            </w:r>
            <w:r>
              <w:t xml:space="preserve"> &amp;cltasm2519&amp; &amp;cltasm2520&amp; &amp;cltasm2521&amp;</w:t>
            </w:r>
          </w:p>
          <w:p w:rsidR="00652EA8" w:rsidRPr="0077136F" w:rsidRDefault="00652EA8" w:rsidP="00652EA8">
            <w:r>
              <w:t>&amp;cltasmcmt2519&amp; &amp;cltasmcmt2520&amp; &amp;cltasmcmt2521&amp;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Self-Injurious Behavior:</w:t>
            </w:r>
            <w:r>
              <w:t xml:space="preserve"> &amp;cltasm20166&amp;</w:t>
            </w:r>
          </w:p>
          <w:p w:rsidR="00652EA8" w:rsidRPr="0077136F" w:rsidRDefault="00652EA8" w:rsidP="00652EA8">
            <w:r>
              <w:t>&amp;cltasmcmt20166&amp;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Other Self-harm:</w:t>
            </w:r>
            <w:r>
              <w:t xml:space="preserve"> &amp;cltasm20167&amp;</w:t>
            </w:r>
          </w:p>
          <w:p w:rsidR="00652EA8" w:rsidRPr="0077136F" w:rsidRDefault="00652EA8" w:rsidP="00652EA8">
            <w:r>
              <w:t>&amp;cltasmcmt20167&amp;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Exploitation:</w:t>
            </w:r>
            <w:r>
              <w:t xml:space="preserve"> &amp;cltasm20168&amp;</w:t>
            </w:r>
          </w:p>
          <w:p w:rsidR="00652EA8" w:rsidRPr="00FB3099" w:rsidRDefault="00652EA8" w:rsidP="00652EA8">
            <w:pPr>
              <w:rPr>
                <w:b/>
              </w:rPr>
            </w:pPr>
            <w:r>
              <w:t>&amp;cltasmcmt20168&amp;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Gambling:</w:t>
            </w:r>
            <w:r>
              <w:t xml:space="preserve"> &amp;cltasm20169&amp;</w:t>
            </w:r>
          </w:p>
          <w:p w:rsidR="00652EA8" w:rsidRPr="00FB3099" w:rsidRDefault="00652EA8" w:rsidP="00652EA8">
            <w:pPr>
              <w:rPr>
                <w:b/>
              </w:rPr>
            </w:pPr>
            <w:r>
              <w:t>&amp;cltasmcmt20169&amp;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Sexual Aggression:</w:t>
            </w:r>
            <w:r>
              <w:t xml:space="preserve"> &amp;cltasm20170&amp;</w:t>
            </w:r>
          </w:p>
          <w:p w:rsidR="00652EA8" w:rsidRPr="00FB3099" w:rsidRDefault="00652EA8" w:rsidP="00652EA8">
            <w:pPr>
              <w:rPr>
                <w:b/>
              </w:rPr>
            </w:pPr>
            <w:r>
              <w:t>&amp;cltasmcmt20170&amp;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B47F71" w:rsidRDefault="00652EA8" w:rsidP="00652EA8">
            <w:pPr>
              <w:jc w:val="center"/>
              <w:rPr>
                <w:b/>
              </w:rPr>
            </w:pPr>
            <w:r w:rsidRPr="00B47F71">
              <w:rPr>
                <w:b/>
                <w:sz w:val="18"/>
              </w:rPr>
              <w:t>Sexually Aggressive Behavior (SAB)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Relationship:</w:t>
            </w:r>
            <w:r>
              <w:t xml:space="preserve"> &amp;cltasm20171&amp; &amp;cltasm20172&amp;</w:t>
            </w:r>
          </w:p>
          <w:p w:rsidR="00652EA8" w:rsidRPr="0077136F" w:rsidRDefault="00652EA8" w:rsidP="00652EA8">
            <w:r>
              <w:t>&amp;cltasmcmt20171&amp; &amp;cltasmcmt20172&amp;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Physical Force/Threat:</w:t>
            </w:r>
            <w:r>
              <w:t xml:space="preserve"> &amp;cltasm20173&amp; &amp;cltasm20174&amp;</w:t>
            </w:r>
          </w:p>
          <w:p w:rsidR="00652EA8" w:rsidRPr="0077136F" w:rsidRDefault="00652EA8" w:rsidP="00652EA8">
            <w:r>
              <w:t>&amp;cltasmcmt20173&amp; &amp;cltasmcmt20174&amp;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Planning:</w:t>
            </w:r>
            <w:r>
              <w:t xml:space="preserve"> &amp;cltasm20175&amp; &amp;cltasm20176&amp;</w:t>
            </w:r>
          </w:p>
          <w:p w:rsidR="00652EA8" w:rsidRPr="0077136F" w:rsidRDefault="00652EA8" w:rsidP="00652EA8">
            <w:r>
              <w:t>&amp;cltasmcmt20175&amp; &amp;cltasmcmt20176&amp;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Age Differential:</w:t>
            </w:r>
            <w:r>
              <w:t xml:space="preserve"> &amp;cltasm20177&amp; &amp;cltasm20178&amp;</w:t>
            </w:r>
          </w:p>
          <w:p w:rsidR="00652EA8" w:rsidRPr="0077136F" w:rsidRDefault="00652EA8" w:rsidP="00652EA8">
            <w:r>
              <w:t>&amp;cltasmcmt20177&amp; &amp;cltasmcmt20178&amp;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Type of Sex Act:</w:t>
            </w:r>
            <w:r>
              <w:t xml:space="preserve"> &amp;cltasm20179&amp; &amp;cltasm20180&amp;</w:t>
            </w:r>
          </w:p>
          <w:p w:rsidR="00652EA8" w:rsidRPr="0077136F" w:rsidRDefault="00652EA8" w:rsidP="00652EA8">
            <w:r>
              <w:t>&amp;cltasmcmt20179&amp; &amp;cltasmcmt20180&amp;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Response to Accusation:</w:t>
            </w:r>
            <w:r>
              <w:t xml:space="preserve"> &amp;cltasm20181&amp; &amp;cltasm20182&amp;</w:t>
            </w:r>
          </w:p>
          <w:p w:rsidR="00652EA8" w:rsidRPr="0077136F" w:rsidRDefault="00652EA8" w:rsidP="00652EA8">
            <w:r>
              <w:t>&amp;cltasmcmt20181&amp; &amp;cltasmcmt20182&amp;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Criminal Behavior</w:t>
            </w:r>
            <w:r>
              <w:t>: &amp;cltasm20183&amp;</w:t>
            </w:r>
          </w:p>
          <w:p w:rsidR="00652EA8" w:rsidRPr="0077136F" w:rsidRDefault="00652EA8" w:rsidP="00652EA8">
            <w:r>
              <w:t>&amp;cltasmcmt20183&amp;</w:t>
            </w:r>
          </w:p>
        </w:tc>
      </w:tr>
      <w:tr w:rsidR="00652EA8" w:rsidRPr="00F74444" w:rsidTr="001360AA">
        <w:trPr>
          <w:cantSplit/>
          <w:trHeight w:val="3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B47F71" w:rsidRDefault="00652EA8" w:rsidP="00652EA8">
            <w:pPr>
              <w:jc w:val="center"/>
              <w:rPr>
                <w:b/>
              </w:rPr>
            </w:pPr>
            <w:r w:rsidRPr="00B47F71">
              <w:rPr>
                <w:b/>
                <w:sz w:val="18"/>
              </w:rPr>
              <w:t>Crime</w:t>
            </w:r>
            <w:r>
              <w:rPr>
                <w:b/>
                <w:sz w:val="18"/>
              </w:rPr>
              <w:t xml:space="preserve"> Module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Seriousness:</w:t>
            </w:r>
            <w:r>
              <w:t xml:space="preserve"> &amp;cltasm2523&amp; &amp;cltasm20184&amp; &amp;cltasm20185&amp;</w:t>
            </w:r>
          </w:p>
          <w:p w:rsidR="00652EA8" w:rsidRPr="0077136F" w:rsidRDefault="00652EA8" w:rsidP="00652EA8">
            <w:r>
              <w:t>&amp;cltasmcmt2523&amp; &amp;cltasmcmt20184&amp; &amp;cltasmcmt20185&amp;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History:</w:t>
            </w:r>
            <w:r>
              <w:t xml:space="preserve"> &amp;cltasm2524&amp; &amp;cltasm20186&amp; &amp;cltasm20187&amp;</w:t>
            </w:r>
          </w:p>
          <w:p w:rsidR="00652EA8" w:rsidRPr="0077136F" w:rsidRDefault="00652EA8" w:rsidP="00652EA8">
            <w:r>
              <w:t>&amp;cltasmcmt2542&amp; &amp;cltasmcmt20186&amp; &amp;cltasmcmt20187&amp;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Arrests:</w:t>
            </w:r>
            <w:r>
              <w:t xml:space="preserve"> &amp;cltasm2525&amp; &amp;cltasm20188&amp; &amp;cltasm20189&amp;</w:t>
            </w:r>
          </w:p>
          <w:p w:rsidR="00652EA8" w:rsidRPr="0077136F" w:rsidRDefault="00652EA8" w:rsidP="00652EA8">
            <w:r>
              <w:t>&amp;cltasmcmt2525&amp; &amp;cltasmcmt20188&amp; &amp;cltasmcmt20189&amp;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Planning:</w:t>
            </w:r>
            <w:r>
              <w:t xml:space="preserve"> &amp;cltasm2526&amp; &amp;cltasm20190&amp; &amp;cltasm20191&amp;</w:t>
            </w:r>
          </w:p>
          <w:p w:rsidR="00652EA8" w:rsidRPr="0077136F" w:rsidRDefault="00652EA8" w:rsidP="00652EA8">
            <w:r>
              <w:t>&amp;cltasmcmt2526&amp; &amp;cltasmcmt20190&amp; &amp;cltasmcmt20191&amp;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Community Safety:</w:t>
            </w:r>
            <w:r>
              <w:t xml:space="preserve"> &amp;cltasm2527&amp; &amp;cltasm20192&amp; &amp;cltasm20193&amp;</w:t>
            </w:r>
          </w:p>
          <w:p w:rsidR="00652EA8" w:rsidRPr="0077136F" w:rsidRDefault="00652EA8" w:rsidP="00652EA8">
            <w:r>
              <w:t>&amp;cltasmcmt2527&amp; &amp;cltasmcmt20192&amp; &amp;cltasmcmt20193&amp;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Legal Compliance:</w:t>
            </w:r>
            <w:r>
              <w:t xml:space="preserve"> &amp;cltasm2528&amp; &amp;cltasm20194&amp; &amp;cltasm20195&amp;</w:t>
            </w:r>
          </w:p>
          <w:p w:rsidR="00652EA8" w:rsidRPr="0077136F" w:rsidRDefault="00652EA8" w:rsidP="00652EA8">
            <w:r>
              <w:t>&amp;cltasmcmt2528&amp; &amp;cltasmcmt20194&amp; &amp;cltasmcmt20195&amp;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Peer Influences:</w:t>
            </w:r>
            <w:r>
              <w:t xml:space="preserve"> &amp;cltasm2529&amp; &amp;cltasm20196&amp; &amp;cltasm20197&amp;</w:t>
            </w:r>
          </w:p>
          <w:p w:rsidR="00652EA8" w:rsidRPr="00E925C7" w:rsidRDefault="00652EA8" w:rsidP="00652EA8">
            <w:r>
              <w:t>&amp;cltasmcmt2529&amp; &amp;cltasmcmt20196&amp; &amp;cltasmcmt20197&amp;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Environmental Influences:</w:t>
            </w:r>
            <w:r>
              <w:t xml:space="preserve"> &amp;cltasm2522&amp; &amp;cltasm20198&amp; &amp;cltasm20199&amp;</w:t>
            </w:r>
          </w:p>
          <w:p w:rsidR="00652EA8" w:rsidRPr="0077136F" w:rsidRDefault="00652EA8" w:rsidP="00652EA8">
            <w:r>
              <w:t>&amp;cltasmcmt2522&amp; &amp;cltasmcmt20198&amp; &amp;cltasmcmt20199&amp;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F24FDE" w:rsidRDefault="00652EA8" w:rsidP="00652EA8">
            <w:pPr>
              <w:jc w:val="center"/>
              <w:rPr>
                <w:b/>
              </w:rPr>
            </w:pPr>
            <w:r w:rsidRPr="00F24FDE">
              <w:rPr>
                <w:b/>
              </w:rPr>
              <w:t>Describe any changes in Gambling/Criminal Behavior: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>
              <w:t>&amp;cltasm12481&amp;</w:t>
            </w:r>
          </w:p>
          <w:p w:rsidR="00652EA8" w:rsidRPr="000B58E8" w:rsidRDefault="00652EA8" w:rsidP="00652EA8">
            <w:r>
              <w:t>&amp;cltasmcmt12481&amp;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Default="00652EA8" w:rsidP="00652EA8">
            <w:pPr>
              <w:jc w:val="center"/>
            </w:pPr>
            <w:r w:rsidRPr="00FB3099">
              <w:rPr>
                <w:b/>
              </w:rPr>
              <w:t>Risk Behaviors Domain Summary: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>
              <w:t>&amp;cltasm12480&amp;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DF1279" w:rsidRDefault="00652EA8" w:rsidP="00652EA8">
            <w:pPr>
              <w:jc w:val="center"/>
              <w:rPr>
                <w:b/>
              </w:rPr>
            </w:pPr>
            <w:r w:rsidRPr="00DF1279">
              <w:rPr>
                <w:b/>
                <w:sz w:val="20"/>
              </w:rPr>
              <w:t>Family Caregiver Strengths and Needs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>
              <w:rPr>
                <w:b/>
              </w:rPr>
              <w:t xml:space="preserve">Family Caregiver Strenghts and Needs: </w:t>
            </w:r>
            <w:r>
              <w:t>&amp;cltasm12687&amp;</w:t>
            </w:r>
          </w:p>
          <w:p w:rsidR="00652EA8" w:rsidRPr="00F24FDE" w:rsidRDefault="00652EA8" w:rsidP="00652EA8">
            <w:r>
              <w:t>&amp;cltasmcmt12687&amp;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Physical/Behavioral Needs: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&amp;cltasm20201&amp;</w:t>
            </w:r>
          </w:p>
          <w:p w:rsidR="00652EA8" w:rsidRPr="0077136F" w:rsidRDefault="00652EA8" w:rsidP="00652EA8">
            <w:r>
              <w:t>&amp;cltasmcmt20201&amp;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Involvement: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&amp;cltasm20202&amp;</w:t>
            </w:r>
          </w:p>
          <w:p w:rsidR="00652EA8" w:rsidRPr="0077136F" w:rsidRDefault="00652EA8" w:rsidP="00652EA8">
            <w:r>
              <w:t>&amp;cltasmcmt20202&amp;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Knowledge: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&amp;cltasm20203&amp;</w:t>
            </w:r>
          </w:p>
          <w:p w:rsidR="00652EA8" w:rsidRPr="0077136F" w:rsidRDefault="00652EA8" w:rsidP="00652EA8">
            <w:r>
              <w:t>&amp;cltasmcmt20203&amp;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Social Resources: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&amp;cltasm20204&amp;</w:t>
            </w:r>
          </w:p>
          <w:p w:rsidR="00652EA8" w:rsidRPr="0077136F" w:rsidRDefault="00652EA8" w:rsidP="00652EA8">
            <w:r>
              <w:t>&amp;cltasmcmt20204&amp;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Family Stress: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&amp;cltasm20205&amp;</w:t>
            </w:r>
          </w:p>
          <w:p w:rsidR="00652EA8" w:rsidRPr="0077136F" w:rsidRDefault="00652EA8" w:rsidP="00652EA8">
            <w:r>
              <w:t>&amp;cltasmcmt20205&amp;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Safety: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&amp;cltasm20206&amp;</w:t>
            </w:r>
          </w:p>
          <w:p w:rsidR="00652EA8" w:rsidRDefault="00652EA8" w:rsidP="00652EA8">
            <w:r>
              <w:t>&amp;cltasmcmt20206&amp;</w:t>
            </w:r>
          </w:p>
        </w:tc>
      </w:tr>
    </w:tbl>
    <w:p w:rsidR="00FF353B" w:rsidRDefault="00FF353B" w:rsidP="007A0A25"/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03"/>
      </w:tblGrid>
      <w:tr w:rsidR="00500482" w:rsidRPr="006137BA" w:rsidTr="00B73F8F">
        <w:trPr>
          <w:trHeight w:val="288"/>
          <w:jc w:val="center"/>
        </w:trPr>
        <w:tc>
          <w:tcPr>
            <w:tcW w:w="10803" w:type="dxa"/>
            <w:shd w:val="clear" w:color="auto" w:fill="D9D9D9"/>
            <w:vAlign w:val="center"/>
          </w:tcPr>
          <w:p w:rsidR="00500482" w:rsidRPr="006137BA" w:rsidRDefault="00500482" w:rsidP="00673F9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Provider’s Signature</w:t>
            </w:r>
          </w:p>
        </w:tc>
      </w:tr>
      <w:tr w:rsidR="00500482" w:rsidRPr="006137BA" w:rsidTr="00673F97">
        <w:trPr>
          <w:jc w:val="center"/>
        </w:trPr>
        <w:tc>
          <w:tcPr>
            <w:tcW w:w="10803" w:type="dxa"/>
            <w:shd w:val="clear" w:color="auto" w:fill="auto"/>
            <w:vAlign w:val="center"/>
          </w:tcPr>
          <w:p w:rsidR="00500482" w:rsidRPr="006137BA" w:rsidRDefault="00500482" w:rsidP="00673F97">
            <w:pPr>
              <w:pStyle w:val="NoSpacing"/>
              <w:rPr>
                <w:rFonts w:eastAsia="Calibri"/>
                <w:b/>
                <w:sz w:val="16"/>
                <w:szCs w:val="16"/>
              </w:rPr>
            </w:pPr>
            <w:r w:rsidRPr="006137BA">
              <w:rPr>
                <w:rFonts w:eastAsia="Calibri"/>
                <w:b/>
                <w:sz w:val="16"/>
                <w:szCs w:val="16"/>
              </w:rPr>
              <w:t>Staff Signature/Credentials/Date</w:t>
            </w:r>
          </w:p>
          <w:p w:rsidR="00500482" w:rsidRPr="006137BA" w:rsidRDefault="00C92F96" w:rsidP="00673F97">
            <w:pPr>
              <w:pStyle w:val="NoSpacing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&amp;STFCONSENTX</w:t>
            </w:r>
            <w:r w:rsidR="00500482" w:rsidRPr="006137BA">
              <w:rPr>
                <w:rFonts w:eastAsia="Calibri"/>
                <w:sz w:val="16"/>
                <w:szCs w:val="16"/>
              </w:rPr>
              <w:t>&amp;</w:t>
            </w:r>
          </w:p>
        </w:tc>
      </w:tr>
    </w:tbl>
    <w:p w:rsidR="00500482" w:rsidRPr="00266E6B" w:rsidRDefault="00500482" w:rsidP="00500482"/>
    <w:tbl>
      <w:tblPr>
        <w:tblW w:w="10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130"/>
        <w:gridCol w:w="2881"/>
        <w:gridCol w:w="2882"/>
        <w:gridCol w:w="3004"/>
      </w:tblGrid>
      <w:tr w:rsidR="00F33735" w:rsidRPr="00F33735" w:rsidTr="00D029D3">
        <w:trPr>
          <w:trHeight w:val="288"/>
          <w:jc w:val="center"/>
        </w:trPr>
        <w:tc>
          <w:tcPr>
            <w:tcW w:w="10897" w:type="dxa"/>
            <w:gridSpan w:val="4"/>
            <w:shd w:val="clear" w:color="auto" w:fill="D9D9D9"/>
            <w:vAlign w:val="center"/>
            <w:hideMark/>
          </w:tcPr>
          <w:p w:rsidR="00F33735" w:rsidRPr="00F33735" w:rsidRDefault="00F33735" w:rsidP="00F33735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F33735">
              <w:rPr>
                <w:rFonts w:cs="Arial"/>
                <w:b/>
                <w:color w:val="000000"/>
                <w:sz w:val="20"/>
                <w:szCs w:val="20"/>
              </w:rPr>
              <w:t>Administrative Information</w:t>
            </w:r>
          </w:p>
        </w:tc>
      </w:tr>
      <w:tr w:rsidR="00F33735" w:rsidRPr="00F33735" w:rsidTr="00D029D3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30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Reference No.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&amp;everef&amp;</w:t>
            </w:r>
          </w:p>
        </w:tc>
        <w:tc>
          <w:tcPr>
            <w:tcW w:w="2881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Date of Service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&amp;evefmm&amp;/&amp;evefdd&amp;/&amp;evefyr&amp;</w:t>
            </w:r>
          </w:p>
        </w:tc>
        <w:tc>
          <w:tcPr>
            <w:tcW w:w="2882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Service Code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&amp;evesrv&amp; - &amp;srvdsc&amp;</w:t>
            </w:r>
          </w:p>
        </w:tc>
        <w:tc>
          <w:tcPr>
            <w:tcW w:w="3004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Program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&amp;evetrt&amp; &amp;eveprg&amp; - &amp;eveprgdsc&amp;</w:t>
            </w:r>
          </w:p>
        </w:tc>
      </w:tr>
      <w:tr w:rsidR="00F33735" w:rsidRPr="00F33735" w:rsidTr="00D029D3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30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Confirmation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&amp;evecnfdsc&amp;</w:t>
            </w:r>
          </w:p>
        </w:tc>
        <w:tc>
          <w:tcPr>
            <w:tcW w:w="2881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Start Time – Stop Time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&amp;evetim&amp; - &amp;eveend&amp;</w:t>
            </w:r>
          </w:p>
        </w:tc>
        <w:tc>
          <w:tcPr>
            <w:tcW w:w="2882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Sub-facility Code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&amp;evesfc&amp; - &amp;evesfcdsc&amp;</w:t>
            </w:r>
          </w:p>
        </w:tc>
        <w:tc>
          <w:tcPr>
            <w:tcW w:w="3004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Place of Service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&amp;eveplc&amp; - &amp;evepos&amp;</w:t>
            </w:r>
          </w:p>
        </w:tc>
      </w:tr>
    </w:tbl>
    <w:p w:rsidR="00500482" w:rsidRPr="00266E6B" w:rsidRDefault="00500482" w:rsidP="00500482"/>
    <w:p w:rsidR="00500482" w:rsidRPr="007A0A25" w:rsidRDefault="00500482" w:rsidP="007A0A25"/>
    <w:sectPr w:rsidR="00500482" w:rsidRPr="007A0A25" w:rsidSect="00806386">
      <w:headerReference w:type="default" r:id="rId6"/>
      <w:footerReference w:type="default" r:id="rId7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BD1" w:rsidRDefault="00763BD1">
      <w:r>
        <w:separator/>
      </w:r>
    </w:p>
  </w:endnote>
  <w:endnote w:type="continuationSeparator" w:id="0">
    <w:p w:rsidR="00763BD1" w:rsidRDefault="0076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8D1E45" w:rsidRPr="00777456" w:rsidTr="00777456">
      <w:trPr>
        <w:jc w:val="center"/>
      </w:trPr>
      <w:tc>
        <w:tcPr>
          <w:tcW w:w="3858" w:type="dxa"/>
          <w:vAlign w:val="center"/>
        </w:tcPr>
        <w:p w:rsidR="008D1E45" w:rsidRPr="00777456" w:rsidRDefault="008D1E45" w:rsidP="004C3F32">
          <w:pPr>
            <w:pStyle w:val="Footer"/>
          </w:pPr>
          <w:r>
            <w:rPr>
              <w:rFonts w:cs="Arial"/>
            </w:rPr>
            <w:t>405ANSA</w:t>
          </w:r>
          <w:r w:rsidRPr="00777456">
            <w:rPr>
              <w:rFonts w:cs="Arial"/>
            </w:rPr>
            <w:t xml:space="preserve"> </w:t>
          </w:r>
          <w:r w:rsidR="004C3F32">
            <w:rPr>
              <w:rFonts w:cs="Arial"/>
            </w:rPr>
            <w:t>1</w:t>
          </w:r>
          <w:r>
            <w:rPr>
              <w:rFonts w:cs="Arial"/>
            </w:rPr>
            <w:t>/20</w:t>
          </w:r>
          <w:r w:rsidR="00B1016A">
            <w:rPr>
              <w:rFonts w:cs="Arial"/>
            </w:rPr>
            <w:t>20</w:t>
          </w:r>
        </w:p>
      </w:tc>
      <w:tc>
        <w:tcPr>
          <w:tcW w:w="3859" w:type="dxa"/>
          <w:vAlign w:val="center"/>
        </w:tcPr>
        <w:p w:rsidR="008D1E45" w:rsidRPr="00777456" w:rsidRDefault="008D1E45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:rsidR="008D1E45" w:rsidRPr="00777456" w:rsidRDefault="008D1E45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396080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396080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:rsidR="008D1E45" w:rsidRPr="00A14250" w:rsidRDefault="008D1E45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BD1" w:rsidRDefault="00763BD1">
      <w:r>
        <w:separator/>
      </w:r>
    </w:p>
  </w:footnote>
  <w:footnote w:type="continuationSeparator" w:id="0">
    <w:p w:rsidR="00763BD1" w:rsidRDefault="00763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8D1E45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8D1E45" w:rsidRPr="00777456" w:rsidRDefault="008D1E45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8D1E45" w:rsidRPr="00777456" w:rsidRDefault="008D1E45" w:rsidP="00B51797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>ANSA</w:t>
          </w:r>
        </w:p>
      </w:tc>
    </w:tr>
    <w:tr w:rsidR="008D1E45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8D1E45" w:rsidRPr="00777456" w:rsidRDefault="008D1E45" w:rsidP="00BE2628">
          <w:pPr>
            <w:pStyle w:val="Header"/>
            <w:rPr>
              <w:sz w:val="28"/>
              <w:szCs w:val="28"/>
            </w:rPr>
          </w:pPr>
          <w:r>
            <w:t xml:space="preserve">Consumer </w:t>
          </w:r>
          <w:r w:rsidRPr="00777456">
            <w:t>Name:  &amp;cltfst&amp; &amp;cltlst&amp;</w:t>
          </w:r>
        </w:p>
      </w:tc>
      <w:tc>
        <w:tcPr>
          <w:tcW w:w="5788" w:type="dxa"/>
          <w:vAlign w:val="center"/>
        </w:tcPr>
        <w:p w:rsidR="008D1E45" w:rsidRPr="00777456" w:rsidRDefault="008D1E45" w:rsidP="00777456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>:  &amp;cltcas&amp;</w:t>
          </w:r>
        </w:p>
      </w:tc>
    </w:tr>
  </w:tbl>
  <w:p w:rsidR="008D1E45" w:rsidRPr="00BE2628" w:rsidRDefault="008D1E45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D1"/>
    <w:rsid w:val="00017D53"/>
    <w:rsid w:val="00021F06"/>
    <w:rsid w:val="00035DE8"/>
    <w:rsid w:val="00037799"/>
    <w:rsid w:val="00040A25"/>
    <w:rsid w:val="00043693"/>
    <w:rsid w:val="00045900"/>
    <w:rsid w:val="0006115B"/>
    <w:rsid w:val="00067D5E"/>
    <w:rsid w:val="0007425C"/>
    <w:rsid w:val="000849E6"/>
    <w:rsid w:val="00090232"/>
    <w:rsid w:val="000A2E96"/>
    <w:rsid w:val="000A4BB3"/>
    <w:rsid w:val="000B5630"/>
    <w:rsid w:val="000B58E8"/>
    <w:rsid w:val="000E2788"/>
    <w:rsid w:val="000F4020"/>
    <w:rsid w:val="0010198D"/>
    <w:rsid w:val="001113F0"/>
    <w:rsid w:val="00117ACF"/>
    <w:rsid w:val="0012296B"/>
    <w:rsid w:val="00127654"/>
    <w:rsid w:val="001360AA"/>
    <w:rsid w:val="001413C7"/>
    <w:rsid w:val="001460E6"/>
    <w:rsid w:val="00147501"/>
    <w:rsid w:val="00160DD3"/>
    <w:rsid w:val="00170669"/>
    <w:rsid w:val="0017328B"/>
    <w:rsid w:val="00175CEE"/>
    <w:rsid w:val="00190BE7"/>
    <w:rsid w:val="00191D5E"/>
    <w:rsid w:val="0019242B"/>
    <w:rsid w:val="001C67EF"/>
    <w:rsid w:val="001D4541"/>
    <w:rsid w:val="001D6B1F"/>
    <w:rsid w:val="001F1606"/>
    <w:rsid w:val="001F7434"/>
    <w:rsid w:val="002006D7"/>
    <w:rsid w:val="00206496"/>
    <w:rsid w:val="002066E5"/>
    <w:rsid w:val="0021589F"/>
    <w:rsid w:val="002205BD"/>
    <w:rsid w:val="00227692"/>
    <w:rsid w:val="0023208C"/>
    <w:rsid w:val="00235EB1"/>
    <w:rsid w:val="00246B2A"/>
    <w:rsid w:val="00247710"/>
    <w:rsid w:val="002477F1"/>
    <w:rsid w:val="0025066F"/>
    <w:rsid w:val="002610A2"/>
    <w:rsid w:val="002610EF"/>
    <w:rsid w:val="0026297E"/>
    <w:rsid w:val="00276C3B"/>
    <w:rsid w:val="00297B22"/>
    <w:rsid w:val="002B12BD"/>
    <w:rsid w:val="002B4E0E"/>
    <w:rsid w:val="002C11B5"/>
    <w:rsid w:val="002C2637"/>
    <w:rsid w:val="002D5005"/>
    <w:rsid w:val="002E23E7"/>
    <w:rsid w:val="002E6C85"/>
    <w:rsid w:val="002F492D"/>
    <w:rsid w:val="003017EB"/>
    <w:rsid w:val="003112EB"/>
    <w:rsid w:val="00311456"/>
    <w:rsid w:val="00312623"/>
    <w:rsid w:val="00316553"/>
    <w:rsid w:val="00316721"/>
    <w:rsid w:val="00317259"/>
    <w:rsid w:val="00323CFE"/>
    <w:rsid w:val="003346CA"/>
    <w:rsid w:val="00343910"/>
    <w:rsid w:val="003505CF"/>
    <w:rsid w:val="003557FB"/>
    <w:rsid w:val="00355CC7"/>
    <w:rsid w:val="003572C7"/>
    <w:rsid w:val="00360D14"/>
    <w:rsid w:val="003635DE"/>
    <w:rsid w:val="00374836"/>
    <w:rsid w:val="00375944"/>
    <w:rsid w:val="00380841"/>
    <w:rsid w:val="00381055"/>
    <w:rsid w:val="00396080"/>
    <w:rsid w:val="003B1C32"/>
    <w:rsid w:val="003B5822"/>
    <w:rsid w:val="003B6ACB"/>
    <w:rsid w:val="003C5C1F"/>
    <w:rsid w:val="003D6DD7"/>
    <w:rsid w:val="003E2ACF"/>
    <w:rsid w:val="003E4992"/>
    <w:rsid w:val="003F10EC"/>
    <w:rsid w:val="003F14C3"/>
    <w:rsid w:val="004165E6"/>
    <w:rsid w:val="00431100"/>
    <w:rsid w:val="00441E6D"/>
    <w:rsid w:val="00447681"/>
    <w:rsid w:val="00455DF7"/>
    <w:rsid w:val="004604C2"/>
    <w:rsid w:val="00464478"/>
    <w:rsid w:val="0046707E"/>
    <w:rsid w:val="0049017E"/>
    <w:rsid w:val="004A0103"/>
    <w:rsid w:val="004A5A72"/>
    <w:rsid w:val="004B296B"/>
    <w:rsid w:val="004B37E9"/>
    <w:rsid w:val="004C3F32"/>
    <w:rsid w:val="004C66B5"/>
    <w:rsid w:val="004D1C29"/>
    <w:rsid w:val="004D3DDC"/>
    <w:rsid w:val="004E6D4F"/>
    <w:rsid w:val="00500482"/>
    <w:rsid w:val="00503E78"/>
    <w:rsid w:val="005052FB"/>
    <w:rsid w:val="005145E1"/>
    <w:rsid w:val="00522BAC"/>
    <w:rsid w:val="00544323"/>
    <w:rsid w:val="00565986"/>
    <w:rsid w:val="00566382"/>
    <w:rsid w:val="005713D2"/>
    <w:rsid w:val="00576078"/>
    <w:rsid w:val="005829DE"/>
    <w:rsid w:val="00595048"/>
    <w:rsid w:val="005A5BCD"/>
    <w:rsid w:val="005C3D91"/>
    <w:rsid w:val="005C64F9"/>
    <w:rsid w:val="005D2CEB"/>
    <w:rsid w:val="005D5285"/>
    <w:rsid w:val="005E2257"/>
    <w:rsid w:val="005F0CA3"/>
    <w:rsid w:val="005F3570"/>
    <w:rsid w:val="00610E47"/>
    <w:rsid w:val="006137BA"/>
    <w:rsid w:val="006146CB"/>
    <w:rsid w:val="00631E41"/>
    <w:rsid w:val="00636E51"/>
    <w:rsid w:val="00640BAA"/>
    <w:rsid w:val="00652EA8"/>
    <w:rsid w:val="0065552F"/>
    <w:rsid w:val="006634B6"/>
    <w:rsid w:val="00673F97"/>
    <w:rsid w:val="00677C37"/>
    <w:rsid w:val="00682B23"/>
    <w:rsid w:val="006862E1"/>
    <w:rsid w:val="006A78B8"/>
    <w:rsid w:val="006D5C9A"/>
    <w:rsid w:val="006E7E1F"/>
    <w:rsid w:val="00707479"/>
    <w:rsid w:val="00711A20"/>
    <w:rsid w:val="007141BF"/>
    <w:rsid w:val="00722F76"/>
    <w:rsid w:val="007315F2"/>
    <w:rsid w:val="0073289D"/>
    <w:rsid w:val="0074204D"/>
    <w:rsid w:val="0074262A"/>
    <w:rsid w:val="00752E2D"/>
    <w:rsid w:val="00761C79"/>
    <w:rsid w:val="00763BD1"/>
    <w:rsid w:val="007661AD"/>
    <w:rsid w:val="0077136F"/>
    <w:rsid w:val="00774510"/>
    <w:rsid w:val="00777456"/>
    <w:rsid w:val="007A0A25"/>
    <w:rsid w:val="007B2D35"/>
    <w:rsid w:val="007C31C1"/>
    <w:rsid w:val="007D5EDA"/>
    <w:rsid w:val="007D74EC"/>
    <w:rsid w:val="007E550A"/>
    <w:rsid w:val="007F0186"/>
    <w:rsid w:val="00801A3C"/>
    <w:rsid w:val="00803ADD"/>
    <w:rsid w:val="00806386"/>
    <w:rsid w:val="008115DF"/>
    <w:rsid w:val="0082523C"/>
    <w:rsid w:val="00841DD7"/>
    <w:rsid w:val="00847024"/>
    <w:rsid w:val="00860BA7"/>
    <w:rsid w:val="008637A6"/>
    <w:rsid w:val="00870A4C"/>
    <w:rsid w:val="00880B84"/>
    <w:rsid w:val="00882D2C"/>
    <w:rsid w:val="0089444D"/>
    <w:rsid w:val="008A13FD"/>
    <w:rsid w:val="008B1790"/>
    <w:rsid w:val="008B1BEC"/>
    <w:rsid w:val="008B44C1"/>
    <w:rsid w:val="008B6BC8"/>
    <w:rsid w:val="008C35EB"/>
    <w:rsid w:val="008C3BF8"/>
    <w:rsid w:val="008D1E45"/>
    <w:rsid w:val="008E2380"/>
    <w:rsid w:val="008F7517"/>
    <w:rsid w:val="00924D83"/>
    <w:rsid w:val="00927B21"/>
    <w:rsid w:val="00944E20"/>
    <w:rsid w:val="00962033"/>
    <w:rsid w:val="00963948"/>
    <w:rsid w:val="009707E3"/>
    <w:rsid w:val="00975F24"/>
    <w:rsid w:val="00977B06"/>
    <w:rsid w:val="00986756"/>
    <w:rsid w:val="00991A78"/>
    <w:rsid w:val="00991B89"/>
    <w:rsid w:val="009966F8"/>
    <w:rsid w:val="009976F7"/>
    <w:rsid w:val="009B5FEF"/>
    <w:rsid w:val="009C4F60"/>
    <w:rsid w:val="009F1341"/>
    <w:rsid w:val="009F50D6"/>
    <w:rsid w:val="00A0045E"/>
    <w:rsid w:val="00A0525E"/>
    <w:rsid w:val="00A05DE7"/>
    <w:rsid w:val="00A07104"/>
    <w:rsid w:val="00A1370E"/>
    <w:rsid w:val="00A140F4"/>
    <w:rsid w:val="00A14250"/>
    <w:rsid w:val="00A4184A"/>
    <w:rsid w:val="00A5142B"/>
    <w:rsid w:val="00A605FC"/>
    <w:rsid w:val="00A61524"/>
    <w:rsid w:val="00A7240A"/>
    <w:rsid w:val="00A73FC9"/>
    <w:rsid w:val="00A92595"/>
    <w:rsid w:val="00AA27B2"/>
    <w:rsid w:val="00AC09D4"/>
    <w:rsid w:val="00AC2DD4"/>
    <w:rsid w:val="00AC6253"/>
    <w:rsid w:val="00AE4A57"/>
    <w:rsid w:val="00AE7C85"/>
    <w:rsid w:val="00B052E0"/>
    <w:rsid w:val="00B1016A"/>
    <w:rsid w:val="00B116E5"/>
    <w:rsid w:val="00B20947"/>
    <w:rsid w:val="00B20D2F"/>
    <w:rsid w:val="00B24B4A"/>
    <w:rsid w:val="00B27192"/>
    <w:rsid w:val="00B318A9"/>
    <w:rsid w:val="00B333A0"/>
    <w:rsid w:val="00B35E30"/>
    <w:rsid w:val="00B37DCE"/>
    <w:rsid w:val="00B415C5"/>
    <w:rsid w:val="00B47F71"/>
    <w:rsid w:val="00B50920"/>
    <w:rsid w:val="00B51797"/>
    <w:rsid w:val="00B52429"/>
    <w:rsid w:val="00B6012C"/>
    <w:rsid w:val="00B60647"/>
    <w:rsid w:val="00B65CBD"/>
    <w:rsid w:val="00B70A68"/>
    <w:rsid w:val="00B73F8F"/>
    <w:rsid w:val="00B761B3"/>
    <w:rsid w:val="00B76E89"/>
    <w:rsid w:val="00B80873"/>
    <w:rsid w:val="00B83D24"/>
    <w:rsid w:val="00B858CF"/>
    <w:rsid w:val="00B954DF"/>
    <w:rsid w:val="00BB04D5"/>
    <w:rsid w:val="00BE2628"/>
    <w:rsid w:val="00BE5ADF"/>
    <w:rsid w:val="00C07615"/>
    <w:rsid w:val="00C11F38"/>
    <w:rsid w:val="00C428F1"/>
    <w:rsid w:val="00C43DAB"/>
    <w:rsid w:val="00C5407C"/>
    <w:rsid w:val="00C60270"/>
    <w:rsid w:val="00C61236"/>
    <w:rsid w:val="00C6307E"/>
    <w:rsid w:val="00C66520"/>
    <w:rsid w:val="00C73F04"/>
    <w:rsid w:val="00C81B9D"/>
    <w:rsid w:val="00C91606"/>
    <w:rsid w:val="00C92F96"/>
    <w:rsid w:val="00C96C32"/>
    <w:rsid w:val="00CA200D"/>
    <w:rsid w:val="00CB2B6E"/>
    <w:rsid w:val="00CB73CF"/>
    <w:rsid w:val="00CC4E3E"/>
    <w:rsid w:val="00CC5472"/>
    <w:rsid w:val="00CD075B"/>
    <w:rsid w:val="00CD0787"/>
    <w:rsid w:val="00CD4DB1"/>
    <w:rsid w:val="00CD538F"/>
    <w:rsid w:val="00D00154"/>
    <w:rsid w:val="00D029D3"/>
    <w:rsid w:val="00D11C8C"/>
    <w:rsid w:val="00D14CAC"/>
    <w:rsid w:val="00D20941"/>
    <w:rsid w:val="00D221A1"/>
    <w:rsid w:val="00D257C9"/>
    <w:rsid w:val="00D266F3"/>
    <w:rsid w:val="00D30C6A"/>
    <w:rsid w:val="00D37DFC"/>
    <w:rsid w:val="00D41403"/>
    <w:rsid w:val="00D54F94"/>
    <w:rsid w:val="00D60553"/>
    <w:rsid w:val="00D61C29"/>
    <w:rsid w:val="00D670F7"/>
    <w:rsid w:val="00D7176B"/>
    <w:rsid w:val="00D737A6"/>
    <w:rsid w:val="00D73FF4"/>
    <w:rsid w:val="00D75591"/>
    <w:rsid w:val="00D9027F"/>
    <w:rsid w:val="00D95CF8"/>
    <w:rsid w:val="00DB09D0"/>
    <w:rsid w:val="00DB183B"/>
    <w:rsid w:val="00DB4E3D"/>
    <w:rsid w:val="00DD7E0D"/>
    <w:rsid w:val="00DE4C84"/>
    <w:rsid w:val="00DF1279"/>
    <w:rsid w:val="00E02CE8"/>
    <w:rsid w:val="00E06C4F"/>
    <w:rsid w:val="00E276B5"/>
    <w:rsid w:val="00E50CA7"/>
    <w:rsid w:val="00E549A1"/>
    <w:rsid w:val="00E75053"/>
    <w:rsid w:val="00E7588D"/>
    <w:rsid w:val="00E8557E"/>
    <w:rsid w:val="00E90A3A"/>
    <w:rsid w:val="00E925C7"/>
    <w:rsid w:val="00E951FC"/>
    <w:rsid w:val="00E97A63"/>
    <w:rsid w:val="00EA52A8"/>
    <w:rsid w:val="00EC356C"/>
    <w:rsid w:val="00ED0228"/>
    <w:rsid w:val="00ED4781"/>
    <w:rsid w:val="00ED7416"/>
    <w:rsid w:val="00EE5C59"/>
    <w:rsid w:val="00EF11A5"/>
    <w:rsid w:val="00EF33A8"/>
    <w:rsid w:val="00F02940"/>
    <w:rsid w:val="00F049F8"/>
    <w:rsid w:val="00F11605"/>
    <w:rsid w:val="00F24FDE"/>
    <w:rsid w:val="00F26822"/>
    <w:rsid w:val="00F27ED6"/>
    <w:rsid w:val="00F32917"/>
    <w:rsid w:val="00F33735"/>
    <w:rsid w:val="00F45C9E"/>
    <w:rsid w:val="00F47983"/>
    <w:rsid w:val="00F51072"/>
    <w:rsid w:val="00F57AF7"/>
    <w:rsid w:val="00F661B7"/>
    <w:rsid w:val="00F66CC5"/>
    <w:rsid w:val="00F71602"/>
    <w:rsid w:val="00F73F83"/>
    <w:rsid w:val="00F74444"/>
    <w:rsid w:val="00F7490C"/>
    <w:rsid w:val="00F90942"/>
    <w:rsid w:val="00F939D0"/>
    <w:rsid w:val="00F968F2"/>
    <w:rsid w:val="00FA6ED7"/>
    <w:rsid w:val="00FB1218"/>
    <w:rsid w:val="00FB3099"/>
    <w:rsid w:val="00FB3391"/>
    <w:rsid w:val="00FB5F13"/>
    <w:rsid w:val="00FC1751"/>
    <w:rsid w:val="00FC425B"/>
    <w:rsid w:val="00FD0A52"/>
    <w:rsid w:val="00FD6950"/>
    <w:rsid w:val="00FE0531"/>
    <w:rsid w:val="00FE362F"/>
    <w:rsid w:val="00FF2B7D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A537F741-1BB7-4D37-9FC2-2EC33159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96AUHLPD\405ANS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34D8B3D0-CCEF-41BA-BC3D-3EB6CC5B30D4}"/>
</file>

<file path=customXml/itemProps2.xml><?xml version="1.0" encoding="utf-8"?>
<ds:datastoreItem xmlns:ds="http://schemas.openxmlformats.org/officeDocument/2006/customXml" ds:itemID="{8505C894-545E-4480-BE21-06DBB60B4F37}"/>
</file>

<file path=customXml/itemProps3.xml><?xml version="1.0" encoding="utf-8"?>
<ds:datastoreItem xmlns:ds="http://schemas.openxmlformats.org/officeDocument/2006/customXml" ds:itemID="{A461509C-6F12-4F76-B65C-A17D3F815BBA}"/>
</file>

<file path=docProps/app.xml><?xml version="1.0" encoding="utf-8"?>
<Properties xmlns="http://schemas.openxmlformats.org/officeDocument/2006/extended-properties" xmlns:vt="http://schemas.openxmlformats.org/officeDocument/2006/docPropsVTypes">
  <Template>405ANSA[1]</Template>
  <TotalTime>0</TotalTime>
  <Pages>5</Pages>
  <Words>1834</Words>
  <Characters>20133</Characters>
  <Application>Microsoft Office Word</Application>
  <DocSecurity>4</DocSecurity>
  <Lines>167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21924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2020-07-20T17:06:00Z</dcterms:created>
  <dcterms:modified xsi:type="dcterms:W3CDTF">2020-07-20T17:06:00Z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202600</vt:r8>
  </property>
</Properties>
</file>